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7C2D" w14:textId="77777777" w:rsidR="00411592" w:rsidRDefault="00411592" w:rsidP="00411592">
      <w:pPr>
        <w:spacing w:line="276" w:lineRule="auto"/>
      </w:pPr>
      <w:bookmarkStart w:id="0" w:name="_GoBack"/>
      <w:bookmarkEnd w:id="0"/>
      <w:r>
        <w:t>Name: ______________________________</w:t>
      </w:r>
      <w:r>
        <w:tab/>
      </w:r>
      <w:r>
        <w:tab/>
        <w:t>Period: __________</w:t>
      </w:r>
      <w:r>
        <w:tab/>
      </w:r>
      <w:r>
        <w:tab/>
        <w:t>Date: _____________</w:t>
      </w:r>
    </w:p>
    <w:p w14:paraId="1EC4B44C" w14:textId="77777777" w:rsidR="00411592" w:rsidRDefault="00411592" w:rsidP="00411592">
      <w:pPr>
        <w:spacing w:line="276" w:lineRule="auto"/>
      </w:pPr>
    </w:p>
    <w:p w14:paraId="7B459B73" w14:textId="77777777" w:rsidR="00411592" w:rsidRPr="00411592" w:rsidRDefault="00487B59" w:rsidP="00411592">
      <w:pP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Moles &amp; Stoichiometry Study Guide</w:t>
      </w:r>
    </w:p>
    <w:p w14:paraId="386994CC" w14:textId="77777777" w:rsidR="00411592" w:rsidRDefault="00411592" w:rsidP="00411592">
      <w:pPr>
        <w:spacing w:line="276" w:lineRule="auto"/>
      </w:pPr>
    </w:p>
    <w:p w14:paraId="457E2010" w14:textId="77777777" w:rsidR="00411592" w:rsidRDefault="00487B59" w:rsidP="00411592">
      <w:pPr>
        <w:spacing w:line="276" w:lineRule="auto"/>
      </w:pPr>
      <w:r w:rsidRPr="00487B59">
        <w:rPr>
          <w:b/>
          <w:u w:val="single"/>
        </w:rPr>
        <w:t>Chapter 10 Practice Problems</w:t>
      </w:r>
      <w:r>
        <w:t>: 52, 54, 55, 56, 60, 63, 67, 68, 70, 71, 72, 73, 75, 76, 77, 78, 79, 80, 85, 86, 88, 89, 92</w:t>
      </w:r>
    </w:p>
    <w:p w14:paraId="12A0EA5F" w14:textId="77777777" w:rsidR="00487B59" w:rsidRDefault="00487B59" w:rsidP="00411592">
      <w:pPr>
        <w:spacing w:line="276" w:lineRule="auto"/>
      </w:pPr>
    </w:p>
    <w:p w14:paraId="424BE8D9" w14:textId="77777777" w:rsidR="00487B59" w:rsidRDefault="00487B59" w:rsidP="00411592">
      <w:pPr>
        <w:spacing w:line="276" w:lineRule="auto"/>
      </w:pPr>
      <w:r w:rsidRPr="00487B59">
        <w:rPr>
          <w:b/>
          <w:u w:val="single"/>
        </w:rPr>
        <w:t>Chapter 12 Practice Problems</w:t>
      </w:r>
      <w:r>
        <w:t>: 44, 45, 46, 47, 49, 50, 53, 54, 58, 61, 62, 70</w:t>
      </w:r>
    </w:p>
    <w:p w14:paraId="7530985B" w14:textId="77777777" w:rsidR="00487B59" w:rsidRDefault="00487B59" w:rsidP="00487B59">
      <w:pPr>
        <w:pStyle w:val="ListParagraph"/>
        <w:numPr>
          <w:ilvl w:val="0"/>
          <w:numId w:val="1"/>
        </w:numPr>
        <w:spacing w:line="276" w:lineRule="auto"/>
      </w:pPr>
      <w:r>
        <w:t>Content of chapter 12 reading is fair game!</w:t>
      </w:r>
    </w:p>
    <w:p w14:paraId="6451DEDB" w14:textId="77777777" w:rsidR="00487B59" w:rsidRDefault="00487B59" w:rsidP="00487B59">
      <w:pPr>
        <w:spacing w:line="276" w:lineRule="auto"/>
      </w:pPr>
    </w:p>
    <w:p w14:paraId="33DF64E1" w14:textId="77777777" w:rsidR="00487B59" w:rsidRPr="00391210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391210">
        <w:rPr>
          <w:sz w:val="22"/>
          <w:szCs w:val="22"/>
        </w:rPr>
        <w:t xml:space="preserve">If 3.0 moles of </w:t>
      </w:r>
      <w:proofErr w:type="spellStart"/>
      <w:r w:rsidRPr="00391210">
        <w:rPr>
          <w:sz w:val="22"/>
          <w:szCs w:val="22"/>
        </w:rPr>
        <w:t>HCl</w:t>
      </w:r>
      <w:proofErr w:type="spellEnd"/>
      <w:r w:rsidRPr="00391210">
        <w:rPr>
          <w:sz w:val="22"/>
          <w:szCs w:val="22"/>
        </w:rPr>
        <w:t xml:space="preserve"> are consumed in the reaction below, how many moles of FeCl</w:t>
      </w:r>
      <w:r w:rsidRPr="00391210">
        <w:rPr>
          <w:sz w:val="22"/>
          <w:szCs w:val="22"/>
          <w:vertAlign w:val="subscript"/>
        </w:rPr>
        <w:t>3</w:t>
      </w:r>
      <w:r w:rsidRPr="00391210">
        <w:rPr>
          <w:sz w:val="22"/>
          <w:szCs w:val="22"/>
        </w:rPr>
        <w:t xml:space="preserve"> are produced?</w:t>
      </w:r>
    </w:p>
    <w:p w14:paraId="1C2DE61B" w14:textId="77777777" w:rsidR="00487B59" w:rsidRPr="00391210" w:rsidRDefault="00487B59" w:rsidP="00487B59">
      <w:pPr>
        <w:jc w:val="center"/>
        <w:rPr>
          <w:b/>
          <w:sz w:val="22"/>
          <w:szCs w:val="22"/>
        </w:rPr>
      </w:pPr>
      <w:r w:rsidRPr="00391210">
        <w:rPr>
          <w:b/>
          <w:sz w:val="22"/>
          <w:szCs w:val="22"/>
        </w:rPr>
        <w:t xml:space="preserve">6 </w:t>
      </w:r>
      <w:proofErr w:type="spellStart"/>
      <w:r w:rsidRPr="00391210">
        <w:rPr>
          <w:b/>
          <w:sz w:val="22"/>
          <w:szCs w:val="22"/>
        </w:rPr>
        <w:t>HCl</w:t>
      </w:r>
      <w:proofErr w:type="spellEnd"/>
      <w:r w:rsidRPr="00391210">
        <w:rPr>
          <w:b/>
          <w:sz w:val="22"/>
          <w:szCs w:val="22"/>
        </w:rPr>
        <w:t xml:space="preserve"> + Fe</w:t>
      </w:r>
      <w:r w:rsidRPr="00391210">
        <w:rPr>
          <w:b/>
          <w:sz w:val="22"/>
          <w:szCs w:val="22"/>
          <w:vertAlign w:val="subscript"/>
        </w:rPr>
        <w:t>2</w:t>
      </w:r>
      <w:r w:rsidRPr="00391210">
        <w:rPr>
          <w:b/>
          <w:sz w:val="22"/>
          <w:szCs w:val="22"/>
        </w:rPr>
        <w:t>O</w:t>
      </w:r>
      <w:r w:rsidRPr="00391210">
        <w:rPr>
          <w:b/>
          <w:sz w:val="22"/>
          <w:szCs w:val="22"/>
          <w:vertAlign w:val="subscript"/>
        </w:rPr>
        <w:t>3</w:t>
      </w:r>
      <w:r w:rsidRPr="00391210">
        <w:rPr>
          <w:b/>
          <w:sz w:val="22"/>
          <w:szCs w:val="22"/>
        </w:rPr>
        <w:t xml:space="preserve"> </w:t>
      </w:r>
      <w:r w:rsidRPr="00391210">
        <w:rPr>
          <w:b/>
          <w:sz w:val="22"/>
          <w:szCs w:val="22"/>
        </w:rPr>
        <w:sym w:font="Wingdings" w:char="F0E0"/>
      </w:r>
      <w:r w:rsidRPr="00391210">
        <w:rPr>
          <w:b/>
          <w:sz w:val="22"/>
          <w:szCs w:val="22"/>
        </w:rPr>
        <w:t xml:space="preserve"> 2 FeCl</w:t>
      </w:r>
      <w:r w:rsidRPr="00391210">
        <w:rPr>
          <w:b/>
          <w:sz w:val="22"/>
          <w:szCs w:val="22"/>
          <w:vertAlign w:val="subscript"/>
        </w:rPr>
        <w:t>3</w:t>
      </w:r>
      <w:r w:rsidRPr="00391210">
        <w:rPr>
          <w:b/>
          <w:sz w:val="22"/>
          <w:szCs w:val="22"/>
        </w:rPr>
        <w:t xml:space="preserve"> + 3 H</w:t>
      </w:r>
      <w:r w:rsidRPr="00391210">
        <w:rPr>
          <w:b/>
          <w:sz w:val="22"/>
          <w:szCs w:val="22"/>
          <w:vertAlign w:val="subscript"/>
        </w:rPr>
        <w:t>2</w:t>
      </w:r>
      <w:r w:rsidRPr="00391210">
        <w:rPr>
          <w:b/>
          <w:sz w:val="22"/>
          <w:szCs w:val="22"/>
        </w:rPr>
        <w:t>O</w:t>
      </w:r>
    </w:p>
    <w:p w14:paraId="27E14F89" w14:textId="77777777" w:rsidR="00487B59" w:rsidRDefault="00487B59" w:rsidP="00487B59">
      <w:pPr>
        <w:pStyle w:val="ListParagraph"/>
        <w:numPr>
          <w:ilvl w:val="1"/>
          <w:numId w:val="3"/>
        </w:numPr>
        <w:rPr>
          <w:sz w:val="22"/>
          <w:szCs w:val="22"/>
        </w:rPr>
        <w:sectPr w:rsidR="00487B59" w:rsidSect="00487B59"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09B4F751" w14:textId="77777777" w:rsidR="00487B59" w:rsidRPr="00391210" w:rsidRDefault="00487B59" w:rsidP="00487B59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391210">
        <w:rPr>
          <w:sz w:val="22"/>
          <w:szCs w:val="22"/>
        </w:rPr>
        <w:t xml:space="preserve">0.5 </w:t>
      </w:r>
      <w:proofErr w:type="spellStart"/>
      <w:r w:rsidRPr="00391210">
        <w:rPr>
          <w:sz w:val="22"/>
          <w:szCs w:val="22"/>
        </w:rPr>
        <w:t>mol</w:t>
      </w:r>
      <w:proofErr w:type="spellEnd"/>
    </w:p>
    <w:p w14:paraId="7E8088E8" w14:textId="77777777" w:rsidR="00487B59" w:rsidRPr="00391210" w:rsidRDefault="00487B59" w:rsidP="00487B59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391210">
        <w:rPr>
          <w:sz w:val="22"/>
          <w:szCs w:val="22"/>
        </w:rPr>
        <w:t xml:space="preserve">1.0 </w:t>
      </w:r>
      <w:proofErr w:type="spellStart"/>
      <w:r w:rsidRPr="00391210">
        <w:rPr>
          <w:sz w:val="22"/>
          <w:szCs w:val="22"/>
        </w:rPr>
        <w:t>mol</w:t>
      </w:r>
      <w:proofErr w:type="spellEnd"/>
    </w:p>
    <w:p w14:paraId="24112C1C" w14:textId="77777777" w:rsidR="00487B59" w:rsidRPr="00391210" w:rsidRDefault="00487B59" w:rsidP="00487B59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391210">
        <w:rPr>
          <w:sz w:val="22"/>
          <w:szCs w:val="22"/>
        </w:rPr>
        <w:t xml:space="preserve">2.0 </w:t>
      </w:r>
      <w:proofErr w:type="spellStart"/>
      <w:r w:rsidRPr="00391210">
        <w:rPr>
          <w:sz w:val="22"/>
          <w:szCs w:val="22"/>
        </w:rPr>
        <w:t>mol</w:t>
      </w:r>
      <w:proofErr w:type="spellEnd"/>
    </w:p>
    <w:p w14:paraId="41D60384" w14:textId="77777777" w:rsidR="00487B59" w:rsidRPr="00391210" w:rsidRDefault="00487B59" w:rsidP="00487B59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391210">
        <w:rPr>
          <w:sz w:val="22"/>
          <w:szCs w:val="22"/>
        </w:rPr>
        <w:t xml:space="preserve">4.0 </w:t>
      </w:r>
      <w:proofErr w:type="spellStart"/>
      <w:r w:rsidRPr="00391210">
        <w:rPr>
          <w:sz w:val="22"/>
          <w:szCs w:val="22"/>
        </w:rPr>
        <w:t>mol</w:t>
      </w:r>
      <w:proofErr w:type="spellEnd"/>
    </w:p>
    <w:p w14:paraId="4A51B485" w14:textId="77777777" w:rsidR="00487B59" w:rsidRDefault="00487B59" w:rsidP="00487B59">
      <w:p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3B873CCA" w14:textId="77777777" w:rsidR="00487B59" w:rsidRPr="00391210" w:rsidRDefault="00487B59" w:rsidP="00487B59">
      <w:pPr>
        <w:rPr>
          <w:sz w:val="22"/>
          <w:szCs w:val="22"/>
        </w:rPr>
      </w:pPr>
    </w:p>
    <w:p w14:paraId="4E33EF7E" w14:textId="77777777" w:rsidR="00487B59" w:rsidRPr="00391210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391210">
        <w:rPr>
          <w:sz w:val="22"/>
          <w:szCs w:val="22"/>
        </w:rPr>
        <w:t xml:space="preserve">Given the equation </w:t>
      </w:r>
      <w:r w:rsidRPr="00391210">
        <w:rPr>
          <w:b/>
          <w:sz w:val="22"/>
          <w:szCs w:val="22"/>
        </w:rPr>
        <w:t>2 H</w:t>
      </w:r>
      <w:r w:rsidRPr="00391210">
        <w:rPr>
          <w:b/>
          <w:sz w:val="22"/>
          <w:szCs w:val="22"/>
          <w:vertAlign w:val="subscript"/>
        </w:rPr>
        <w:t>2</w:t>
      </w:r>
      <w:r w:rsidRPr="00391210">
        <w:rPr>
          <w:b/>
          <w:sz w:val="22"/>
          <w:szCs w:val="22"/>
        </w:rPr>
        <w:t xml:space="preserve">O </w:t>
      </w:r>
      <w:r w:rsidRPr="00391210">
        <w:rPr>
          <w:b/>
          <w:sz w:val="22"/>
          <w:szCs w:val="22"/>
        </w:rPr>
        <w:sym w:font="Wingdings" w:char="F0E0"/>
      </w:r>
      <w:r w:rsidRPr="00391210">
        <w:rPr>
          <w:b/>
          <w:sz w:val="22"/>
          <w:szCs w:val="22"/>
        </w:rPr>
        <w:t xml:space="preserve"> 2 H</w:t>
      </w:r>
      <w:r w:rsidRPr="00391210">
        <w:rPr>
          <w:b/>
          <w:sz w:val="22"/>
          <w:szCs w:val="22"/>
          <w:vertAlign w:val="subscript"/>
        </w:rPr>
        <w:t>2</w:t>
      </w:r>
      <w:r w:rsidRPr="00391210">
        <w:rPr>
          <w:b/>
          <w:sz w:val="22"/>
          <w:szCs w:val="22"/>
        </w:rPr>
        <w:t xml:space="preserve"> + O</w:t>
      </w:r>
      <w:r w:rsidRPr="00391210">
        <w:rPr>
          <w:b/>
          <w:sz w:val="22"/>
          <w:szCs w:val="22"/>
          <w:vertAlign w:val="subscript"/>
        </w:rPr>
        <w:t>2</w:t>
      </w:r>
      <w:r w:rsidRPr="00391210">
        <w:rPr>
          <w:sz w:val="22"/>
          <w:szCs w:val="22"/>
        </w:rPr>
        <w:t>, how many moles of H</w:t>
      </w:r>
      <w:r w:rsidRPr="00391210">
        <w:rPr>
          <w:sz w:val="22"/>
          <w:szCs w:val="22"/>
          <w:vertAlign w:val="subscript"/>
        </w:rPr>
        <w:t>2</w:t>
      </w:r>
      <w:r w:rsidRPr="00391210">
        <w:rPr>
          <w:sz w:val="22"/>
          <w:szCs w:val="22"/>
        </w:rPr>
        <w:t>O would be required to produce 2.5 moles of O</w:t>
      </w:r>
      <w:r w:rsidRPr="00391210">
        <w:rPr>
          <w:sz w:val="22"/>
          <w:szCs w:val="22"/>
          <w:vertAlign w:val="subscript"/>
        </w:rPr>
        <w:t>2</w:t>
      </w:r>
      <w:r w:rsidRPr="00391210">
        <w:rPr>
          <w:sz w:val="22"/>
          <w:szCs w:val="22"/>
        </w:rPr>
        <w:t>?</w:t>
      </w:r>
    </w:p>
    <w:p w14:paraId="39779402" w14:textId="77777777" w:rsidR="00487B59" w:rsidRDefault="00487B59" w:rsidP="00487B59">
      <w:pPr>
        <w:pStyle w:val="ListParagraph"/>
        <w:numPr>
          <w:ilvl w:val="0"/>
          <w:numId w:val="4"/>
        </w:num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3B75E565" w14:textId="77777777" w:rsidR="00487B59" w:rsidRDefault="00487B59" w:rsidP="00487B59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proofErr w:type="spellStart"/>
      <w:r>
        <w:rPr>
          <w:sz w:val="22"/>
          <w:szCs w:val="22"/>
        </w:rPr>
        <w:t>mol</w:t>
      </w:r>
      <w:proofErr w:type="spellEnd"/>
    </w:p>
    <w:p w14:paraId="34EE3746" w14:textId="77777777" w:rsidR="00487B59" w:rsidRDefault="00487B59" w:rsidP="00487B59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2.5 </w:t>
      </w:r>
      <w:proofErr w:type="spellStart"/>
      <w:r>
        <w:rPr>
          <w:sz w:val="22"/>
          <w:szCs w:val="22"/>
        </w:rPr>
        <w:t>mol</w:t>
      </w:r>
      <w:proofErr w:type="spellEnd"/>
    </w:p>
    <w:p w14:paraId="31CB3B44" w14:textId="77777777" w:rsidR="00487B59" w:rsidRDefault="00487B59" w:rsidP="00487B59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4 </w:t>
      </w:r>
      <w:proofErr w:type="spellStart"/>
      <w:r>
        <w:rPr>
          <w:sz w:val="22"/>
          <w:szCs w:val="22"/>
        </w:rPr>
        <w:t>mol</w:t>
      </w:r>
      <w:proofErr w:type="spellEnd"/>
    </w:p>
    <w:p w14:paraId="5CAD7A71" w14:textId="77777777" w:rsidR="00487B59" w:rsidRDefault="00487B59" w:rsidP="00487B59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proofErr w:type="spellStart"/>
      <w:r>
        <w:rPr>
          <w:sz w:val="22"/>
          <w:szCs w:val="22"/>
        </w:rPr>
        <w:t>mol</w:t>
      </w:r>
      <w:proofErr w:type="spellEnd"/>
    </w:p>
    <w:p w14:paraId="063F199F" w14:textId="77777777" w:rsidR="00487B59" w:rsidRDefault="00487B59" w:rsidP="00487B59">
      <w:p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3DC690B3" w14:textId="77777777" w:rsidR="00487B59" w:rsidRPr="00487B59" w:rsidRDefault="00487B59" w:rsidP="00487B59">
      <w:pPr>
        <w:rPr>
          <w:sz w:val="22"/>
          <w:szCs w:val="22"/>
        </w:rPr>
      </w:pPr>
    </w:p>
    <w:p w14:paraId="05A9F5C1" w14:textId="77777777" w:rsidR="00487B59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If 3.0 moles of CaCO</w:t>
      </w:r>
      <w:r w:rsidRPr="00F53942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decompose, how many grams of CO</w:t>
      </w:r>
      <w:r w:rsidRPr="00F53942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are produced?</w:t>
      </w:r>
    </w:p>
    <w:p w14:paraId="64458E9B" w14:textId="77777777" w:rsidR="00487B59" w:rsidRPr="00F53942" w:rsidRDefault="00487B59" w:rsidP="00487B59">
      <w:pPr>
        <w:jc w:val="center"/>
        <w:rPr>
          <w:b/>
          <w:sz w:val="22"/>
          <w:szCs w:val="22"/>
        </w:rPr>
      </w:pPr>
      <w:r w:rsidRPr="00F53942">
        <w:rPr>
          <w:b/>
          <w:sz w:val="22"/>
          <w:szCs w:val="22"/>
        </w:rPr>
        <w:t>CaCO</w:t>
      </w:r>
      <w:r w:rsidRPr="00F53942">
        <w:rPr>
          <w:b/>
          <w:sz w:val="22"/>
          <w:szCs w:val="22"/>
          <w:vertAlign w:val="subscript"/>
        </w:rPr>
        <w:t>3</w:t>
      </w:r>
      <w:r w:rsidRPr="00F53942">
        <w:rPr>
          <w:b/>
          <w:sz w:val="22"/>
          <w:szCs w:val="22"/>
        </w:rPr>
        <w:t xml:space="preserve"> </w:t>
      </w:r>
      <w:r w:rsidRPr="00F53942">
        <w:rPr>
          <w:b/>
          <w:sz w:val="22"/>
          <w:szCs w:val="22"/>
        </w:rPr>
        <w:sym w:font="Wingdings" w:char="F0E0"/>
      </w:r>
      <w:r w:rsidRPr="00F53942">
        <w:rPr>
          <w:b/>
          <w:sz w:val="22"/>
          <w:szCs w:val="22"/>
        </w:rPr>
        <w:t xml:space="preserve"> </w:t>
      </w:r>
      <w:proofErr w:type="spellStart"/>
      <w:r w:rsidRPr="00F53942">
        <w:rPr>
          <w:b/>
          <w:sz w:val="22"/>
          <w:szCs w:val="22"/>
        </w:rPr>
        <w:t>CaO</w:t>
      </w:r>
      <w:proofErr w:type="spellEnd"/>
      <w:r w:rsidRPr="00F53942">
        <w:rPr>
          <w:b/>
          <w:sz w:val="22"/>
          <w:szCs w:val="22"/>
        </w:rPr>
        <w:t xml:space="preserve"> + CO</w:t>
      </w:r>
      <w:r w:rsidRPr="00F53942">
        <w:rPr>
          <w:b/>
          <w:sz w:val="22"/>
          <w:szCs w:val="22"/>
          <w:vertAlign w:val="subscript"/>
        </w:rPr>
        <w:t>2</w:t>
      </w:r>
    </w:p>
    <w:p w14:paraId="5B7CB190" w14:textId="77777777" w:rsidR="00487B59" w:rsidRDefault="00487B59" w:rsidP="00487B59">
      <w:pPr>
        <w:pStyle w:val="ListParagraph"/>
        <w:numPr>
          <w:ilvl w:val="0"/>
          <w:numId w:val="5"/>
        </w:num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59B4D8AC" w14:textId="77777777" w:rsidR="00487B59" w:rsidRDefault="00487B59" w:rsidP="00487B59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3 g</w:t>
      </w:r>
    </w:p>
    <w:p w14:paraId="09E925E4" w14:textId="77777777" w:rsidR="00487B59" w:rsidRDefault="00487B59" w:rsidP="00487B59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44 g</w:t>
      </w:r>
    </w:p>
    <w:p w14:paraId="505F426A" w14:textId="77777777" w:rsidR="00487B59" w:rsidRDefault="00487B59" w:rsidP="00487B59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88 g</w:t>
      </w:r>
    </w:p>
    <w:p w14:paraId="7183CB40" w14:textId="77777777" w:rsidR="00487B59" w:rsidRDefault="00487B59" w:rsidP="00487B59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132 g</w:t>
      </w:r>
    </w:p>
    <w:p w14:paraId="681941EB" w14:textId="77777777" w:rsidR="00487B59" w:rsidRDefault="00487B59" w:rsidP="00487B59">
      <w:p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2C02D553" w14:textId="77777777" w:rsidR="00487B59" w:rsidRDefault="00487B59" w:rsidP="00487B59">
      <w:pPr>
        <w:rPr>
          <w:sz w:val="22"/>
          <w:szCs w:val="22"/>
        </w:rPr>
      </w:pPr>
    </w:p>
    <w:p w14:paraId="03BE9BC9" w14:textId="77777777" w:rsidR="00487B59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balanced equation </w:t>
      </w:r>
      <w:r w:rsidRPr="006D60D7">
        <w:rPr>
          <w:b/>
          <w:sz w:val="22"/>
          <w:szCs w:val="22"/>
        </w:rPr>
        <w:t xml:space="preserve">16 </w:t>
      </w:r>
      <w:proofErr w:type="spellStart"/>
      <w:r w:rsidRPr="006D60D7">
        <w:rPr>
          <w:b/>
          <w:sz w:val="22"/>
          <w:szCs w:val="22"/>
        </w:rPr>
        <w:t>HCl</w:t>
      </w:r>
      <w:proofErr w:type="spellEnd"/>
      <w:r w:rsidRPr="006D60D7">
        <w:rPr>
          <w:b/>
          <w:sz w:val="22"/>
          <w:szCs w:val="22"/>
        </w:rPr>
        <w:t xml:space="preserve"> + 2 KMnO</w:t>
      </w:r>
      <w:r w:rsidRPr="006D60D7">
        <w:rPr>
          <w:b/>
          <w:sz w:val="22"/>
          <w:szCs w:val="22"/>
          <w:vertAlign w:val="subscript"/>
        </w:rPr>
        <w:t>4</w:t>
      </w:r>
      <w:r w:rsidRPr="006D60D7">
        <w:rPr>
          <w:b/>
          <w:sz w:val="22"/>
          <w:szCs w:val="22"/>
        </w:rPr>
        <w:t xml:space="preserve"> </w:t>
      </w:r>
      <w:r w:rsidRPr="006D60D7">
        <w:rPr>
          <w:b/>
          <w:sz w:val="22"/>
          <w:szCs w:val="22"/>
        </w:rPr>
        <w:sym w:font="Wingdings" w:char="F0E0"/>
      </w:r>
      <w:r w:rsidRPr="006D60D7">
        <w:rPr>
          <w:b/>
          <w:sz w:val="22"/>
          <w:szCs w:val="22"/>
        </w:rPr>
        <w:t xml:space="preserve"> 2 </w:t>
      </w:r>
      <w:proofErr w:type="spellStart"/>
      <w:r w:rsidRPr="006D60D7">
        <w:rPr>
          <w:b/>
          <w:sz w:val="22"/>
          <w:szCs w:val="22"/>
        </w:rPr>
        <w:t>KCl</w:t>
      </w:r>
      <w:proofErr w:type="spellEnd"/>
      <w:r w:rsidRPr="006D60D7">
        <w:rPr>
          <w:b/>
          <w:sz w:val="22"/>
          <w:szCs w:val="22"/>
        </w:rPr>
        <w:t xml:space="preserve"> + 2 MnCl</w:t>
      </w:r>
      <w:r w:rsidRPr="006D60D7">
        <w:rPr>
          <w:b/>
          <w:sz w:val="22"/>
          <w:szCs w:val="22"/>
          <w:vertAlign w:val="subscript"/>
        </w:rPr>
        <w:t>2</w:t>
      </w:r>
      <w:r w:rsidRPr="006D60D7">
        <w:rPr>
          <w:b/>
          <w:sz w:val="22"/>
          <w:szCs w:val="22"/>
        </w:rPr>
        <w:t xml:space="preserve"> + 5 Cl</w:t>
      </w:r>
      <w:r w:rsidRPr="006D60D7">
        <w:rPr>
          <w:b/>
          <w:sz w:val="22"/>
          <w:szCs w:val="22"/>
          <w:vertAlign w:val="subscript"/>
        </w:rPr>
        <w:t>2</w:t>
      </w:r>
      <w:r w:rsidRPr="006D60D7">
        <w:rPr>
          <w:b/>
          <w:sz w:val="22"/>
          <w:szCs w:val="22"/>
        </w:rPr>
        <w:t xml:space="preserve"> + 8 H</w:t>
      </w:r>
      <w:r w:rsidRPr="006D60D7">
        <w:rPr>
          <w:b/>
          <w:sz w:val="22"/>
          <w:szCs w:val="22"/>
          <w:vertAlign w:val="subscript"/>
        </w:rPr>
        <w:t>2</w:t>
      </w:r>
      <w:r w:rsidRPr="006D60D7">
        <w:rPr>
          <w:b/>
          <w:sz w:val="22"/>
          <w:szCs w:val="22"/>
        </w:rPr>
        <w:t>O</w:t>
      </w:r>
      <w:r>
        <w:rPr>
          <w:sz w:val="22"/>
          <w:szCs w:val="22"/>
        </w:rPr>
        <w:t>, how many grams of H</w:t>
      </w:r>
      <w:r w:rsidRPr="00F53942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will be produced if 1 mole of KMnO</w:t>
      </w:r>
      <w:r w:rsidRPr="00F53942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reacts?</w:t>
      </w:r>
    </w:p>
    <w:p w14:paraId="426B1E33" w14:textId="77777777" w:rsidR="00487B59" w:rsidRDefault="00487B59" w:rsidP="00487B59">
      <w:pPr>
        <w:pStyle w:val="ListParagraph"/>
        <w:numPr>
          <w:ilvl w:val="0"/>
          <w:numId w:val="6"/>
        </w:num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22725C80" w14:textId="77777777" w:rsidR="00487B59" w:rsidRPr="00BD68B3" w:rsidRDefault="00487B59" w:rsidP="00487B59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BD68B3">
        <w:rPr>
          <w:sz w:val="22"/>
          <w:szCs w:val="22"/>
        </w:rPr>
        <w:t>9 g</w:t>
      </w:r>
    </w:p>
    <w:p w14:paraId="18536967" w14:textId="77777777" w:rsidR="00487B59" w:rsidRPr="00BD68B3" w:rsidRDefault="00487B59" w:rsidP="00487B59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BD68B3">
        <w:rPr>
          <w:sz w:val="22"/>
          <w:szCs w:val="22"/>
        </w:rPr>
        <w:t>13 g</w:t>
      </w:r>
    </w:p>
    <w:p w14:paraId="52FF5228" w14:textId="77777777" w:rsidR="00487B59" w:rsidRPr="00BD68B3" w:rsidRDefault="00487B59" w:rsidP="00487B59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BD68B3">
        <w:rPr>
          <w:sz w:val="22"/>
          <w:szCs w:val="22"/>
        </w:rPr>
        <w:t>72 g</w:t>
      </w:r>
    </w:p>
    <w:p w14:paraId="27FFBC26" w14:textId="77777777" w:rsidR="00487B59" w:rsidRPr="00BD68B3" w:rsidRDefault="00487B59" w:rsidP="00487B59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BD68B3">
        <w:rPr>
          <w:sz w:val="22"/>
          <w:szCs w:val="22"/>
        </w:rPr>
        <w:t>144 g</w:t>
      </w:r>
    </w:p>
    <w:p w14:paraId="18E1BBB3" w14:textId="77777777" w:rsidR="00487B59" w:rsidRDefault="00487B59" w:rsidP="00487B59">
      <w:p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26EA76DB" w14:textId="77777777" w:rsidR="00487B59" w:rsidRPr="009570F2" w:rsidRDefault="00487B59" w:rsidP="00487B59">
      <w:pPr>
        <w:rPr>
          <w:sz w:val="22"/>
          <w:szCs w:val="22"/>
        </w:rPr>
      </w:pPr>
    </w:p>
    <w:p w14:paraId="0BDE6536" w14:textId="77777777" w:rsidR="00487B59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How many grams of H</w:t>
      </w:r>
      <w:r w:rsidRPr="00BD68B3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SO</w:t>
      </w:r>
      <w:r w:rsidRPr="00BD68B3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are required to produce 1 gram of H</w:t>
      </w:r>
      <w:r w:rsidRPr="00BD68B3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?</w:t>
      </w:r>
    </w:p>
    <w:p w14:paraId="6DDD7E30" w14:textId="77777777" w:rsidR="00487B59" w:rsidRDefault="00487B59" w:rsidP="00487B59">
      <w:pPr>
        <w:ind w:left="360"/>
        <w:jc w:val="center"/>
        <w:rPr>
          <w:b/>
          <w:sz w:val="22"/>
          <w:szCs w:val="22"/>
          <w:vertAlign w:val="subscript"/>
        </w:rPr>
      </w:pPr>
      <w:r w:rsidRPr="00C02946">
        <w:rPr>
          <w:b/>
          <w:sz w:val="22"/>
          <w:szCs w:val="22"/>
        </w:rPr>
        <w:t>Zn + H</w:t>
      </w:r>
      <w:r w:rsidRPr="00C02946">
        <w:rPr>
          <w:b/>
          <w:sz w:val="22"/>
          <w:szCs w:val="22"/>
          <w:vertAlign w:val="subscript"/>
        </w:rPr>
        <w:t>2</w:t>
      </w:r>
      <w:r w:rsidRPr="00C02946">
        <w:rPr>
          <w:b/>
          <w:sz w:val="22"/>
          <w:szCs w:val="22"/>
        </w:rPr>
        <w:t>SO</w:t>
      </w:r>
      <w:r w:rsidRPr="00C02946">
        <w:rPr>
          <w:b/>
          <w:sz w:val="22"/>
          <w:szCs w:val="22"/>
          <w:vertAlign w:val="subscript"/>
        </w:rPr>
        <w:t>4</w:t>
      </w:r>
      <w:r w:rsidRPr="00C02946">
        <w:rPr>
          <w:b/>
          <w:sz w:val="22"/>
          <w:szCs w:val="22"/>
        </w:rPr>
        <w:t xml:space="preserve"> </w:t>
      </w:r>
      <w:r w:rsidRPr="00C02946">
        <w:rPr>
          <w:b/>
          <w:sz w:val="22"/>
          <w:szCs w:val="22"/>
        </w:rPr>
        <w:sym w:font="Wingdings" w:char="F0E0"/>
      </w:r>
      <w:r w:rsidRPr="00C02946">
        <w:rPr>
          <w:b/>
          <w:sz w:val="22"/>
          <w:szCs w:val="22"/>
        </w:rPr>
        <w:t xml:space="preserve"> ZnSO</w:t>
      </w:r>
      <w:r w:rsidRPr="00C02946">
        <w:rPr>
          <w:b/>
          <w:sz w:val="22"/>
          <w:szCs w:val="22"/>
          <w:vertAlign w:val="subscript"/>
        </w:rPr>
        <w:t>4</w:t>
      </w:r>
      <w:r w:rsidRPr="00C02946">
        <w:rPr>
          <w:b/>
          <w:sz w:val="22"/>
          <w:szCs w:val="22"/>
        </w:rPr>
        <w:t xml:space="preserve"> + H</w:t>
      </w:r>
      <w:r w:rsidRPr="00C02946">
        <w:rPr>
          <w:b/>
          <w:sz w:val="22"/>
          <w:szCs w:val="22"/>
          <w:vertAlign w:val="subscript"/>
        </w:rPr>
        <w:t>2</w:t>
      </w:r>
    </w:p>
    <w:p w14:paraId="653EF2C4" w14:textId="77777777" w:rsidR="00487B59" w:rsidRDefault="00487B59" w:rsidP="00487B59">
      <w:pPr>
        <w:pStyle w:val="ListParagraph"/>
        <w:numPr>
          <w:ilvl w:val="0"/>
          <w:numId w:val="8"/>
        </w:num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3AF448CE" w14:textId="77777777" w:rsidR="00487B59" w:rsidRDefault="00487B59" w:rsidP="00487B59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1.0 g</w:t>
      </w:r>
    </w:p>
    <w:p w14:paraId="4899ED7D" w14:textId="77777777" w:rsidR="00487B59" w:rsidRDefault="00487B59" w:rsidP="00487B59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2.0 g</w:t>
      </w:r>
    </w:p>
    <w:p w14:paraId="5438A867" w14:textId="77777777" w:rsidR="00487B59" w:rsidRDefault="00487B59" w:rsidP="00487B59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49 g</w:t>
      </w:r>
    </w:p>
    <w:p w14:paraId="1CA16903" w14:textId="77777777" w:rsidR="00487B59" w:rsidRPr="00D0721C" w:rsidRDefault="00487B59" w:rsidP="00487B59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98 g</w:t>
      </w:r>
    </w:p>
    <w:p w14:paraId="774659A6" w14:textId="77777777" w:rsidR="00487B59" w:rsidRDefault="00487B59" w:rsidP="00487B59">
      <w:p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60EA3308" w14:textId="77777777" w:rsidR="00487B59" w:rsidRPr="000707AC" w:rsidRDefault="00487B59" w:rsidP="00487B59">
      <w:pPr>
        <w:rPr>
          <w:sz w:val="22"/>
          <w:szCs w:val="22"/>
        </w:rPr>
      </w:pPr>
    </w:p>
    <w:p w14:paraId="13B4B252" w14:textId="77777777" w:rsidR="00487B59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Given the reaction </w:t>
      </w:r>
      <w:r w:rsidRPr="00D0721C">
        <w:rPr>
          <w:b/>
          <w:sz w:val="22"/>
          <w:szCs w:val="22"/>
        </w:rPr>
        <w:t xml:space="preserve">Zn + 2 </w:t>
      </w:r>
      <w:proofErr w:type="spellStart"/>
      <w:r w:rsidRPr="00D0721C">
        <w:rPr>
          <w:b/>
          <w:sz w:val="22"/>
          <w:szCs w:val="22"/>
        </w:rPr>
        <w:t>HCl</w:t>
      </w:r>
      <w:proofErr w:type="spellEnd"/>
      <w:r w:rsidRPr="00D0721C">
        <w:rPr>
          <w:b/>
          <w:sz w:val="22"/>
          <w:szCs w:val="22"/>
        </w:rPr>
        <w:t xml:space="preserve"> </w:t>
      </w:r>
      <w:r w:rsidRPr="00D0721C">
        <w:rPr>
          <w:b/>
          <w:sz w:val="22"/>
          <w:szCs w:val="22"/>
        </w:rPr>
        <w:sym w:font="Wingdings" w:char="F0E0"/>
      </w:r>
      <w:r w:rsidRPr="00D0721C">
        <w:rPr>
          <w:b/>
          <w:sz w:val="22"/>
          <w:szCs w:val="22"/>
        </w:rPr>
        <w:t xml:space="preserve"> ZnCl</w:t>
      </w:r>
      <w:r w:rsidRPr="00010730">
        <w:rPr>
          <w:b/>
          <w:sz w:val="22"/>
          <w:szCs w:val="22"/>
          <w:vertAlign w:val="subscript"/>
        </w:rPr>
        <w:t>2</w:t>
      </w:r>
      <w:r w:rsidRPr="00D0721C">
        <w:rPr>
          <w:b/>
          <w:sz w:val="22"/>
          <w:szCs w:val="22"/>
        </w:rPr>
        <w:t xml:space="preserve"> + H</w:t>
      </w:r>
      <w:r w:rsidRPr="00010730">
        <w:rPr>
          <w:b/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, if 2.0 </w:t>
      </w:r>
      <w:proofErr w:type="spellStart"/>
      <w:r>
        <w:rPr>
          <w:sz w:val="22"/>
          <w:szCs w:val="22"/>
        </w:rPr>
        <w:t>mol</w:t>
      </w:r>
      <w:proofErr w:type="spellEnd"/>
      <w:r>
        <w:rPr>
          <w:sz w:val="22"/>
          <w:szCs w:val="22"/>
        </w:rPr>
        <w:t xml:space="preserve"> Zn and 5.0 </w:t>
      </w:r>
      <w:proofErr w:type="spellStart"/>
      <w:r>
        <w:rPr>
          <w:sz w:val="22"/>
          <w:szCs w:val="22"/>
        </w:rPr>
        <w:t>mol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HCl</w:t>
      </w:r>
      <w:proofErr w:type="spellEnd"/>
      <w:r>
        <w:rPr>
          <w:sz w:val="22"/>
          <w:szCs w:val="22"/>
        </w:rPr>
        <w:t xml:space="preserve"> are allowed to react, then…</w:t>
      </w:r>
    </w:p>
    <w:p w14:paraId="1629A34C" w14:textId="77777777" w:rsidR="00487B59" w:rsidRDefault="00487B59" w:rsidP="00487B59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Zn is the limiting reactant</w:t>
      </w:r>
    </w:p>
    <w:p w14:paraId="566A543A" w14:textId="77777777" w:rsidR="00487B59" w:rsidRDefault="00487B59" w:rsidP="00487B59">
      <w:pPr>
        <w:pStyle w:val="ListParagraph"/>
        <w:numPr>
          <w:ilvl w:val="0"/>
          <w:numId w:val="9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HCl</w:t>
      </w:r>
      <w:proofErr w:type="spellEnd"/>
      <w:r>
        <w:rPr>
          <w:sz w:val="22"/>
          <w:szCs w:val="22"/>
        </w:rPr>
        <w:t xml:space="preserve"> is the limiting reactant</w:t>
      </w:r>
    </w:p>
    <w:p w14:paraId="482E290F" w14:textId="77777777" w:rsidR="00487B59" w:rsidRDefault="00487B59" w:rsidP="00487B59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1.0 </w:t>
      </w:r>
      <w:proofErr w:type="spellStart"/>
      <w:r>
        <w:rPr>
          <w:sz w:val="22"/>
          <w:szCs w:val="22"/>
        </w:rPr>
        <w:t>mol</w:t>
      </w:r>
      <w:proofErr w:type="spellEnd"/>
      <w:r>
        <w:rPr>
          <w:sz w:val="22"/>
          <w:szCs w:val="22"/>
        </w:rPr>
        <w:t xml:space="preserve"> of ZnCl</w:t>
      </w:r>
      <w:r w:rsidRPr="00D0721C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is produced</w:t>
      </w:r>
    </w:p>
    <w:p w14:paraId="2DEA052F" w14:textId="77777777" w:rsidR="00487B59" w:rsidRDefault="00487B59" w:rsidP="00487B59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5.0 </w:t>
      </w:r>
      <w:proofErr w:type="spellStart"/>
      <w:r>
        <w:rPr>
          <w:sz w:val="22"/>
          <w:szCs w:val="22"/>
        </w:rPr>
        <w:t>mol</w:t>
      </w:r>
      <w:proofErr w:type="spellEnd"/>
      <w:r>
        <w:rPr>
          <w:sz w:val="22"/>
          <w:szCs w:val="22"/>
        </w:rPr>
        <w:t xml:space="preserve"> of H</w:t>
      </w:r>
      <w:r w:rsidRPr="00FA5400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is produced</w:t>
      </w:r>
    </w:p>
    <w:p w14:paraId="05D5A2A9" w14:textId="77777777" w:rsidR="00487B59" w:rsidRDefault="00487B59" w:rsidP="00487B59">
      <w:pPr>
        <w:rPr>
          <w:sz w:val="22"/>
          <w:szCs w:val="22"/>
        </w:rPr>
      </w:pPr>
    </w:p>
    <w:p w14:paraId="6FCDE4EA" w14:textId="77777777" w:rsidR="00487B59" w:rsidRPr="00B4186C" w:rsidRDefault="00487B59" w:rsidP="00487B59">
      <w:pPr>
        <w:rPr>
          <w:sz w:val="22"/>
          <w:szCs w:val="22"/>
        </w:rPr>
      </w:pPr>
    </w:p>
    <w:p w14:paraId="48D3D5B3" w14:textId="4C720CAA" w:rsidR="00487B59" w:rsidRDefault="000D43CA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Once the reaction in question 6</w:t>
      </w:r>
      <w:r w:rsidR="00487B59">
        <w:rPr>
          <w:sz w:val="22"/>
          <w:szCs w:val="22"/>
        </w:rPr>
        <w:t xml:space="preserve"> is done, how many moles of excess reactant remain?</w:t>
      </w:r>
    </w:p>
    <w:p w14:paraId="01BA1510" w14:textId="77777777" w:rsidR="00487B59" w:rsidRDefault="00487B59" w:rsidP="00487B59">
      <w:pPr>
        <w:pStyle w:val="ListParagraph"/>
        <w:numPr>
          <w:ilvl w:val="0"/>
          <w:numId w:val="10"/>
        </w:num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5AC6C2E7" w14:textId="77777777" w:rsidR="00487B59" w:rsidRDefault="00487B59" w:rsidP="00487B59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3 </w:t>
      </w:r>
      <w:proofErr w:type="spellStart"/>
      <w:r>
        <w:rPr>
          <w:sz w:val="22"/>
          <w:szCs w:val="22"/>
        </w:rPr>
        <w:t>mol</w:t>
      </w:r>
      <w:proofErr w:type="spellEnd"/>
    </w:p>
    <w:p w14:paraId="16300BB0" w14:textId="77777777" w:rsidR="00487B59" w:rsidRDefault="00487B59" w:rsidP="00487B59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1 </w:t>
      </w:r>
      <w:proofErr w:type="spellStart"/>
      <w:r>
        <w:rPr>
          <w:sz w:val="22"/>
          <w:szCs w:val="22"/>
        </w:rPr>
        <w:t>mol</w:t>
      </w:r>
      <w:proofErr w:type="spellEnd"/>
    </w:p>
    <w:p w14:paraId="4C3D1B67" w14:textId="77777777" w:rsidR="00487B59" w:rsidRDefault="00487B59" w:rsidP="00487B59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4 </w:t>
      </w:r>
      <w:proofErr w:type="spellStart"/>
      <w:r>
        <w:rPr>
          <w:sz w:val="22"/>
          <w:szCs w:val="22"/>
        </w:rPr>
        <w:t>mol</w:t>
      </w:r>
      <w:proofErr w:type="spellEnd"/>
    </w:p>
    <w:p w14:paraId="5F512EA9" w14:textId="77777777" w:rsidR="00487B59" w:rsidRDefault="00487B59" w:rsidP="00487B59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proofErr w:type="spellStart"/>
      <w:r>
        <w:rPr>
          <w:sz w:val="22"/>
          <w:szCs w:val="22"/>
        </w:rPr>
        <w:t>mol</w:t>
      </w:r>
      <w:proofErr w:type="spellEnd"/>
    </w:p>
    <w:p w14:paraId="4877E6FB" w14:textId="77777777" w:rsidR="00487B59" w:rsidRDefault="00487B59" w:rsidP="00487B59">
      <w:p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3AE50001" w14:textId="77777777" w:rsidR="00487B59" w:rsidRDefault="00487B59" w:rsidP="00487B59">
      <w:pPr>
        <w:rPr>
          <w:sz w:val="22"/>
          <w:szCs w:val="22"/>
        </w:rPr>
      </w:pPr>
    </w:p>
    <w:p w14:paraId="7E3DF183" w14:textId="77777777" w:rsidR="00487B59" w:rsidRDefault="00487B59" w:rsidP="00487B59">
      <w:pPr>
        <w:rPr>
          <w:sz w:val="22"/>
          <w:szCs w:val="22"/>
        </w:rPr>
      </w:pPr>
    </w:p>
    <w:p w14:paraId="296735E9" w14:textId="77777777" w:rsidR="00487B59" w:rsidRPr="00B4186C" w:rsidRDefault="00487B59" w:rsidP="00487B59">
      <w:pPr>
        <w:rPr>
          <w:sz w:val="22"/>
          <w:szCs w:val="22"/>
        </w:rPr>
      </w:pPr>
    </w:p>
    <w:p w14:paraId="778C0747" w14:textId="58049829" w:rsidR="00487B59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If 50g of CaCO</w:t>
      </w:r>
      <w:r w:rsidRPr="00B4186C">
        <w:rPr>
          <w:sz w:val="22"/>
          <w:szCs w:val="22"/>
          <w:vertAlign w:val="subscript"/>
        </w:rPr>
        <w:t>3</w:t>
      </w:r>
      <w:r w:rsidR="009F0E4D">
        <w:rPr>
          <w:sz w:val="22"/>
          <w:szCs w:val="22"/>
        </w:rPr>
        <w:t xml:space="preserve"> decomposes</w:t>
      </w:r>
      <w:r>
        <w:rPr>
          <w:sz w:val="22"/>
          <w:szCs w:val="22"/>
        </w:rPr>
        <w:t xml:space="preserve"> to produce 20g of CO</w:t>
      </w:r>
      <w:r w:rsidRPr="00B4186C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in the lab, what is the percent yield of CO</w:t>
      </w:r>
      <w:r w:rsidRPr="00B4186C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?</w:t>
      </w:r>
    </w:p>
    <w:p w14:paraId="5200349D" w14:textId="77777777" w:rsidR="00487B59" w:rsidRPr="00B4186C" w:rsidRDefault="00487B59" w:rsidP="00487B59">
      <w:pPr>
        <w:ind w:left="360"/>
        <w:jc w:val="center"/>
        <w:rPr>
          <w:b/>
          <w:sz w:val="22"/>
          <w:szCs w:val="22"/>
        </w:rPr>
      </w:pPr>
      <w:r w:rsidRPr="00B4186C">
        <w:rPr>
          <w:b/>
          <w:sz w:val="22"/>
          <w:szCs w:val="22"/>
        </w:rPr>
        <w:t>CaCO</w:t>
      </w:r>
      <w:r w:rsidRPr="00B4186C">
        <w:rPr>
          <w:b/>
          <w:sz w:val="22"/>
          <w:szCs w:val="22"/>
          <w:vertAlign w:val="subscript"/>
        </w:rPr>
        <w:t>3</w:t>
      </w:r>
      <w:r w:rsidRPr="00B4186C">
        <w:rPr>
          <w:b/>
          <w:sz w:val="22"/>
          <w:szCs w:val="22"/>
        </w:rPr>
        <w:t xml:space="preserve"> </w:t>
      </w:r>
      <w:r w:rsidRPr="00B4186C">
        <w:sym w:font="Wingdings" w:char="F0E0"/>
      </w:r>
      <w:r w:rsidRPr="00B4186C">
        <w:rPr>
          <w:b/>
          <w:sz w:val="22"/>
          <w:szCs w:val="22"/>
        </w:rPr>
        <w:t xml:space="preserve"> </w:t>
      </w:r>
      <w:proofErr w:type="spellStart"/>
      <w:r w:rsidRPr="00B4186C">
        <w:rPr>
          <w:b/>
          <w:sz w:val="22"/>
          <w:szCs w:val="22"/>
        </w:rPr>
        <w:t>CaO</w:t>
      </w:r>
      <w:proofErr w:type="spellEnd"/>
      <w:r w:rsidRPr="00B4186C">
        <w:rPr>
          <w:b/>
          <w:sz w:val="22"/>
          <w:szCs w:val="22"/>
        </w:rPr>
        <w:t xml:space="preserve"> + CO</w:t>
      </w:r>
      <w:r w:rsidRPr="00B4186C">
        <w:rPr>
          <w:b/>
          <w:sz w:val="22"/>
          <w:szCs w:val="22"/>
          <w:vertAlign w:val="subscript"/>
        </w:rPr>
        <w:t>2</w:t>
      </w:r>
    </w:p>
    <w:p w14:paraId="6CEF54C2" w14:textId="77777777" w:rsidR="00487B59" w:rsidRDefault="00487B59" w:rsidP="00487B59">
      <w:pPr>
        <w:pStyle w:val="ListParagraph"/>
        <w:numPr>
          <w:ilvl w:val="0"/>
          <w:numId w:val="11"/>
        </w:numPr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space="720"/>
          <w:docGrid w:linePitch="360"/>
        </w:sectPr>
      </w:pPr>
    </w:p>
    <w:p w14:paraId="34937BA1" w14:textId="77777777" w:rsidR="00487B59" w:rsidRDefault="00487B59" w:rsidP="00487B59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66.7%</w:t>
      </w:r>
    </w:p>
    <w:p w14:paraId="18FAB1B9" w14:textId="77777777" w:rsidR="00487B59" w:rsidRDefault="00487B59" w:rsidP="00487B59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40%</w:t>
      </w:r>
    </w:p>
    <w:p w14:paraId="6480BEB3" w14:textId="77777777" w:rsidR="00487B59" w:rsidRDefault="00487B59" w:rsidP="00487B59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90.9%</w:t>
      </w:r>
    </w:p>
    <w:p w14:paraId="3A20D795" w14:textId="77777777" w:rsidR="00487B59" w:rsidRDefault="00487B59" w:rsidP="00487B59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250%</w:t>
      </w:r>
    </w:p>
    <w:p w14:paraId="18FB40F4" w14:textId="77777777" w:rsidR="00487B59" w:rsidRDefault="00487B59" w:rsidP="00487B59">
      <w:pPr>
        <w:ind w:left="360"/>
        <w:rPr>
          <w:sz w:val="22"/>
          <w:szCs w:val="22"/>
        </w:rPr>
        <w:sectPr w:rsidR="00487B59" w:rsidSect="00487B59">
          <w:type w:val="continuous"/>
          <w:pgSz w:w="12240" w:h="15840"/>
          <w:pgMar w:top="720" w:right="1080" w:bottom="1080" w:left="1080" w:header="720" w:footer="720" w:gutter="0"/>
          <w:cols w:num="2" w:space="720"/>
          <w:docGrid w:linePitch="360"/>
        </w:sectPr>
      </w:pPr>
    </w:p>
    <w:p w14:paraId="79F7919A" w14:textId="77777777" w:rsidR="00487B59" w:rsidRPr="00B4186C" w:rsidRDefault="00487B59" w:rsidP="00487B59">
      <w:pPr>
        <w:ind w:left="360"/>
        <w:rPr>
          <w:sz w:val="22"/>
          <w:szCs w:val="22"/>
        </w:rPr>
      </w:pPr>
    </w:p>
    <w:p w14:paraId="2999AD4B" w14:textId="77777777" w:rsidR="00487B59" w:rsidRDefault="00487B59" w:rsidP="00487B59">
      <w:pPr>
        <w:rPr>
          <w:sz w:val="22"/>
          <w:szCs w:val="22"/>
        </w:rPr>
      </w:pPr>
    </w:p>
    <w:p w14:paraId="0799E2E7" w14:textId="77777777" w:rsidR="00487B59" w:rsidRPr="00CF2ABD" w:rsidRDefault="00487B59" w:rsidP="00487B59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CF2ABD">
        <w:rPr>
          <w:b/>
          <w:sz w:val="22"/>
          <w:szCs w:val="22"/>
        </w:rPr>
        <w:t>Ammonia, NH</w:t>
      </w:r>
      <w:r w:rsidRPr="00CF2ABD">
        <w:rPr>
          <w:b/>
          <w:sz w:val="22"/>
          <w:szCs w:val="22"/>
          <w:vertAlign w:val="subscript"/>
        </w:rPr>
        <w:t>3</w:t>
      </w:r>
      <w:r w:rsidRPr="00CF2ABD">
        <w:rPr>
          <w:b/>
          <w:sz w:val="22"/>
          <w:szCs w:val="22"/>
        </w:rPr>
        <w:t>, is a typical ingredient in household cleaners. It is produced through a synthesis reaction involving N</w:t>
      </w:r>
      <w:r w:rsidRPr="00CF2ABD">
        <w:rPr>
          <w:b/>
          <w:sz w:val="22"/>
          <w:szCs w:val="22"/>
          <w:vertAlign w:val="subscript"/>
        </w:rPr>
        <w:t>2</w:t>
      </w:r>
      <w:r w:rsidRPr="00CF2ABD">
        <w:rPr>
          <w:b/>
          <w:sz w:val="22"/>
          <w:szCs w:val="22"/>
        </w:rPr>
        <w:t xml:space="preserve"> and H</w:t>
      </w:r>
      <w:r w:rsidRPr="00CF2ABD">
        <w:rPr>
          <w:b/>
          <w:sz w:val="22"/>
          <w:szCs w:val="22"/>
          <w:vertAlign w:val="subscript"/>
        </w:rPr>
        <w:t>2</w:t>
      </w:r>
      <w:r w:rsidRPr="00CF2ABD">
        <w:rPr>
          <w:b/>
          <w:sz w:val="22"/>
          <w:szCs w:val="22"/>
        </w:rPr>
        <w:t>.</w:t>
      </w:r>
    </w:p>
    <w:p w14:paraId="35A2646D" w14:textId="77777777" w:rsidR="00487B59" w:rsidRDefault="00487B59" w:rsidP="00487B59">
      <w:pPr>
        <w:pStyle w:val="ListParagraph"/>
        <w:rPr>
          <w:sz w:val="22"/>
          <w:szCs w:val="22"/>
        </w:rPr>
      </w:pPr>
    </w:p>
    <w:p w14:paraId="31F37F64" w14:textId="77777777" w:rsidR="00487B59" w:rsidRDefault="00487B59" w:rsidP="00487B59">
      <w:pPr>
        <w:pStyle w:val="ListParagraph"/>
        <w:numPr>
          <w:ilvl w:val="0"/>
          <w:numId w:val="1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Balance the equation:</w:t>
      </w:r>
      <w:r>
        <w:rPr>
          <w:sz w:val="22"/>
          <w:szCs w:val="22"/>
        </w:rPr>
        <w:tab/>
        <w:t>_______N</w:t>
      </w:r>
      <w:r w:rsidRPr="00B4186C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ab/>
        <w:t>+</w:t>
      </w:r>
      <w:r>
        <w:rPr>
          <w:sz w:val="22"/>
          <w:szCs w:val="22"/>
        </w:rPr>
        <w:tab/>
        <w:t>_______H</w:t>
      </w:r>
      <w:r w:rsidRPr="00B4186C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ab/>
      </w:r>
      <w:r w:rsidRPr="00B4186C">
        <w:rPr>
          <w:sz w:val="22"/>
          <w:szCs w:val="22"/>
        </w:rPr>
        <w:sym w:font="Wingdings" w:char="F0E0"/>
      </w:r>
      <w:r>
        <w:rPr>
          <w:sz w:val="22"/>
          <w:szCs w:val="22"/>
        </w:rPr>
        <w:tab/>
        <w:t>_______NH</w:t>
      </w:r>
      <w:r w:rsidRPr="00B4186C">
        <w:rPr>
          <w:sz w:val="22"/>
          <w:szCs w:val="22"/>
          <w:vertAlign w:val="subscript"/>
        </w:rPr>
        <w:t>3</w:t>
      </w:r>
    </w:p>
    <w:p w14:paraId="656AF857" w14:textId="77777777" w:rsidR="00487B59" w:rsidRDefault="00487B59" w:rsidP="00487B59">
      <w:pPr>
        <w:spacing w:line="360" w:lineRule="auto"/>
        <w:ind w:left="3600"/>
        <w:rPr>
          <w:sz w:val="22"/>
          <w:szCs w:val="22"/>
        </w:rPr>
      </w:pPr>
      <w:r>
        <w:rPr>
          <w:sz w:val="22"/>
          <w:szCs w:val="22"/>
        </w:rPr>
        <w:t>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N:</w:t>
      </w:r>
    </w:p>
    <w:p w14:paraId="53C619B7" w14:textId="77777777" w:rsidR="00487B59" w:rsidRDefault="00487B59" w:rsidP="00487B59">
      <w:pPr>
        <w:spacing w:line="360" w:lineRule="auto"/>
        <w:ind w:left="3600"/>
        <w:rPr>
          <w:sz w:val="22"/>
          <w:szCs w:val="22"/>
        </w:rPr>
      </w:pPr>
      <w:r>
        <w:rPr>
          <w:sz w:val="22"/>
          <w:szCs w:val="22"/>
        </w:rPr>
        <w:t>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H:</w:t>
      </w:r>
      <w:r>
        <w:rPr>
          <w:sz w:val="22"/>
          <w:szCs w:val="22"/>
        </w:rPr>
        <w:tab/>
      </w:r>
    </w:p>
    <w:p w14:paraId="71D561D6" w14:textId="77777777" w:rsidR="00487B59" w:rsidRPr="00B4186C" w:rsidRDefault="00487B59" w:rsidP="00487B59">
      <w:pPr>
        <w:rPr>
          <w:sz w:val="22"/>
          <w:szCs w:val="22"/>
        </w:rPr>
      </w:pPr>
    </w:p>
    <w:p w14:paraId="22173F36" w14:textId="77777777" w:rsidR="00487B59" w:rsidRDefault="00487B59" w:rsidP="00487B59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List the reactant(s): ___________________________________________</w:t>
      </w:r>
    </w:p>
    <w:p w14:paraId="70E0C6D1" w14:textId="77777777" w:rsidR="00487B59" w:rsidRDefault="00487B59" w:rsidP="00487B59">
      <w:pPr>
        <w:rPr>
          <w:sz w:val="22"/>
          <w:szCs w:val="22"/>
        </w:rPr>
      </w:pPr>
    </w:p>
    <w:p w14:paraId="7A3835B6" w14:textId="77777777" w:rsidR="00487B59" w:rsidRPr="00B4186C" w:rsidRDefault="00487B59" w:rsidP="00487B59">
      <w:pPr>
        <w:rPr>
          <w:sz w:val="22"/>
          <w:szCs w:val="22"/>
        </w:rPr>
      </w:pPr>
    </w:p>
    <w:p w14:paraId="597175A3" w14:textId="77777777" w:rsidR="00487B59" w:rsidRDefault="00487B59" w:rsidP="00487B59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List the product(s):</w:t>
      </w:r>
      <w:r w:rsidRPr="00B4186C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</w:t>
      </w:r>
    </w:p>
    <w:p w14:paraId="70BAC50E" w14:textId="77777777" w:rsidR="00487B59" w:rsidRDefault="00487B59" w:rsidP="00487B59">
      <w:pPr>
        <w:pStyle w:val="ListParagraph"/>
        <w:ind w:left="1440"/>
        <w:rPr>
          <w:sz w:val="22"/>
          <w:szCs w:val="22"/>
        </w:rPr>
      </w:pPr>
    </w:p>
    <w:p w14:paraId="482697EE" w14:textId="13AB5926" w:rsidR="00487B59" w:rsidRDefault="00487B59" w:rsidP="00487B59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B4186C">
        <w:rPr>
          <w:sz w:val="22"/>
          <w:szCs w:val="22"/>
        </w:rPr>
        <w:t>If 12.0 mol</w:t>
      </w:r>
      <w:r w:rsidR="00570777">
        <w:rPr>
          <w:sz w:val="22"/>
          <w:szCs w:val="22"/>
        </w:rPr>
        <w:t>es</w:t>
      </w:r>
      <w:r w:rsidRPr="00B4186C">
        <w:rPr>
          <w:sz w:val="22"/>
          <w:szCs w:val="22"/>
        </w:rPr>
        <w:t xml:space="preserve"> of H</w:t>
      </w:r>
      <w:r w:rsidRPr="00B4186C">
        <w:rPr>
          <w:sz w:val="22"/>
          <w:szCs w:val="22"/>
          <w:vertAlign w:val="subscript"/>
        </w:rPr>
        <w:t>2</w:t>
      </w:r>
      <w:r w:rsidRPr="00B4186C">
        <w:rPr>
          <w:sz w:val="22"/>
          <w:szCs w:val="22"/>
        </w:rPr>
        <w:t xml:space="preserve"> react with excess N</w:t>
      </w:r>
      <w:r w:rsidRPr="00B4186C">
        <w:rPr>
          <w:sz w:val="22"/>
          <w:szCs w:val="22"/>
          <w:vertAlign w:val="subscript"/>
        </w:rPr>
        <w:t>2</w:t>
      </w:r>
      <w:r w:rsidRPr="00B4186C">
        <w:rPr>
          <w:sz w:val="22"/>
          <w:szCs w:val="22"/>
        </w:rPr>
        <w:t>, how many moles of ammonia will be produced?</w:t>
      </w:r>
      <w:r>
        <w:rPr>
          <w:sz w:val="22"/>
          <w:szCs w:val="22"/>
        </w:rPr>
        <w:t xml:space="preserve"> This number is your </w:t>
      </w:r>
      <w:r w:rsidRPr="00E660DB">
        <w:rPr>
          <w:sz w:val="22"/>
          <w:szCs w:val="22"/>
          <w:u w:val="single"/>
        </w:rPr>
        <w:t>theoretical yield</w:t>
      </w:r>
      <w:r>
        <w:rPr>
          <w:sz w:val="22"/>
          <w:szCs w:val="22"/>
        </w:rPr>
        <w:t>.</w:t>
      </w:r>
    </w:p>
    <w:p w14:paraId="0B9F6A65" w14:textId="77777777" w:rsidR="00487B59" w:rsidRDefault="00487B59" w:rsidP="00487B59">
      <w:pPr>
        <w:rPr>
          <w:sz w:val="22"/>
          <w:szCs w:val="22"/>
        </w:rPr>
      </w:pPr>
    </w:p>
    <w:p w14:paraId="7DC14B80" w14:textId="77777777" w:rsidR="00487B59" w:rsidRDefault="00487B59" w:rsidP="00487B59">
      <w:pPr>
        <w:rPr>
          <w:sz w:val="22"/>
          <w:szCs w:val="22"/>
        </w:rPr>
      </w:pPr>
    </w:p>
    <w:p w14:paraId="7B7A7125" w14:textId="77777777" w:rsidR="00487B59" w:rsidRDefault="00487B59" w:rsidP="00487B59">
      <w:pPr>
        <w:rPr>
          <w:sz w:val="22"/>
          <w:szCs w:val="22"/>
        </w:rPr>
      </w:pPr>
    </w:p>
    <w:p w14:paraId="23539E31" w14:textId="77777777" w:rsidR="00487B59" w:rsidRDefault="00487B59" w:rsidP="00487B59">
      <w:pPr>
        <w:rPr>
          <w:sz w:val="22"/>
          <w:szCs w:val="22"/>
        </w:rPr>
      </w:pPr>
    </w:p>
    <w:p w14:paraId="59E87A1E" w14:textId="77777777" w:rsidR="00487B59" w:rsidRDefault="00487B59" w:rsidP="00487B59">
      <w:pPr>
        <w:rPr>
          <w:sz w:val="22"/>
          <w:szCs w:val="22"/>
        </w:rPr>
      </w:pPr>
    </w:p>
    <w:p w14:paraId="46A1B334" w14:textId="77777777" w:rsidR="00487B59" w:rsidRPr="000D2FBD" w:rsidRDefault="00487B59" w:rsidP="00487B59">
      <w:pPr>
        <w:rPr>
          <w:sz w:val="22"/>
          <w:szCs w:val="22"/>
        </w:rPr>
      </w:pPr>
    </w:p>
    <w:p w14:paraId="4464B7B8" w14:textId="77777777" w:rsidR="00487B59" w:rsidRDefault="00487B59" w:rsidP="00487B59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You carry out the reaction in the lab and produce 7.0 moles of ammonia (NH</w:t>
      </w:r>
      <w:r w:rsidRPr="000D2FBD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). What is your percent yield?</w:t>
      </w:r>
    </w:p>
    <w:p w14:paraId="66E8E1E9" w14:textId="77777777" w:rsidR="00487B59" w:rsidRDefault="00487B59" w:rsidP="00487B59">
      <w:pPr>
        <w:rPr>
          <w:sz w:val="22"/>
          <w:szCs w:val="22"/>
        </w:rPr>
      </w:pPr>
    </w:p>
    <w:p w14:paraId="0F2FA035" w14:textId="77777777" w:rsidR="00487B59" w:rsidRDefault="00487B59" w:rsidP="00487B59">
      <w:pPr>
        <w:rPr>
          <w:sz w:val="22"/>
          <w:szCs w:val="22"/>
        </w:rPr>
      </w:pPr>
    </w:p>
    <w:p w14:paraId="3121CEB2" w14:textId="77777777" w:rsidR="00487B59" w:rsidRDefault="00487B59" w:rsidP="00487B59">
      <w:pPr>
        <w:rPr>
          <w:sz w:val="22"/>
          <w:szCs w:val="22"/>
        </w:rPr>
      </w:pPr>
    </w:p>
    <w:p w14:paraId="79035A67" w14:textId="77777777" w:rsidR="00487B59" w:rsidRDefault="00487B59" w:rsidP="00487B59">
      <w:pPr>
        <w:rPr>
          <w:sz w:val="22"/>
          <w:szCs w:val="22"/>
        </w:rPr>
      </w:pPr>
    </w:p>
    <w:p w14:paraId="10B01629" w14:textId="77777777" w:rsidR="00487B59" w:rsidRDefault="00487B59" w:rsidP="00487B59">
      <w:pPr>
        <w:rPr>
          <w:sz w:val="22"/>
          <w:szCs w:val="22"/>
        </w:rPr>
      </w:pPr>
    </w:p>
    <w:p w14:paraId="4E4ED65F" w14:textId="77777777" w:rsidR="00487B59" w:rsidRPr="000941A3" w:rsidRDefault="00487B59" w:rsidP="00487B59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0941A3">
        <w:rPr>
          <w:b/>
          <w:sz w:val="22"/>
          <w:szCs w:val="22"/>
        </w:rPr>
        <w:t>The compound tin(II) fluoride, SnF</w:t>
      </w:r>
      <w:r w:rsidRPr="000941A3">
        <w:rPr>
          <w:b/>
          <w:sz w:val="22"/>
          <w:szCs w:val="22"/>
          <w:vertAlign w:val="subscript"/>
        </w:rPr>
        <w:t>2</w:t>
      </w:r>
      <w:r w:rsidRPr="000941A3">
        <w:rPr>
          <w:b/>
          <w:sz w:val="22"/>
          <w:szCs w:val="22"/>
        </w:rPr>
        <w:t>, was once a common ingredient in toothpaste. It is produced according to the following reaction:</w:t>
      </w:r>
    </w:p>
    <w:p w14:paraId="4182CC2F" w14:textId="77777777" w:rsidR="00487B59" w:rsidRDefault="00487B59" w:rsidP="00487B59">
      <w:pPr>
        <w:pStyle w:val="ListParagraph"/>
        <w:ind w:left="1440"/>
        <w:rPr>
          <w:sz w:val="22"/>
          <w:szCs w:val="22"/>
        </w:rPr>
      </w:pPr>
    </w:p>
    <w:p w14:paraId="51E00077" w14:textId="77777777" w:rsidR="00487B59" w:rsidRPr="00973A7E" w:rsidRDefault="00487B59" w:rsidP="00487B59">
      <w:pPr>
        <w:pStyle w:val="ListParagraph"/>
        <w:numPr>
          <w:ilvl w:val="0"/>
          <w:numId w:val="1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Balance the equation:</w:t>
      </w:r>
      <w:r>
        <w:rPr>
          <w:sz w:val="22"/>
          <w:szCs w:val="22"/>
        </w:rPr>
        <w:tab/>
        <w:t>_____Sn     +     _____HF</w:t>
      </w:r>
      <w:r>
        <w:rPr>
          <w:sz w:val="22"/>
          <w:szCs w:val="22"/>
        </w:rPr>
        <w:tab/>
        <w:t xml:space="preserve">     </w:t>
      </w:r>
      <w:r w:rsidRPr="00973A7E">
        <w:rPr>
          <w:sz w:val="22"/>
          <w:szCs w:val="22"/>
        </w:rPr>
        <w:sym w:font="Wingdings" w:char="F0E0"/>
      </w:r>
      <w:r>
        <w:rPr>
          <w:sz w:val="22"/>
          <w:szCs w:val="22"/>
        </w:rPr>
        <w:tab/>
        <w:t>_____SnF</w:t>
      </w:r>
      <w:r w:rsidRPr="00973A7E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      +      ______H</w:t>
      </w:r>
      <w:r w:rsidRPr="00973A7E">
        <w:rPr>
          <w:sz w:val="22"/>
          <w:szCs w:val="22"/>
          <w:vertAlign w:val="subscript"/>
        </w:rPr>
        <w:t>2</w:t>
      </w:r>
    </w:p>
    <w:p w14:paraId="197EA375" w14:textId="77777777" w:rsidR="00487B59" w:rsidRDefault="00487B59" w:rsidP="00487B59">
      <w:pPr>
        <w:pStyle w:val="ListParagraph"/>
        <w:spacing w:line="360" w:lineRule="auto"/>
        <w:ind w:left="3600"/>
        <w:rPr>
          <w:sz w:val="22"/>
          <w:szCs w:val="22"/>
        </w:rPr>
      </w:pPr>
      <w:r>
        <w:rPr>
          <w:sz w:val="22"/>
          <w:szCs w:val="22"/>
        </w:rPr>
        <w:t>Sn: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Sn:</w:t>
      </w:r>
    </w:p>
    <w:p w14:paraId="2A518B42" w14:textId="77777777" w:rsidR="00487B59" w:rsidRDefault="00487B59" w:rsidP="00487B59">
      <w:pPr>
        <w:pStyle w:val="ListParagraph"/>
        <w:spacing w:line="360" w:lineRule="auto"/>
        <w:ind w:left="3600"/>
        <w:rPr>
          <w:sz w:val="22"/>
          <w:szCs w:val="22"/>
        </w:rPr>
      </w:pPr>
      <w:r>
        <w:rPr>
          <w:sz w:val="22"/>
          <w:szCs w:val="22"/>
        </w:rPr>
        <w:t>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H:</w:t>
      </w:r>
    </w:p>
    <w:p w14:paraId="15582EF5" w14:textId="77777777" w:rsidR="00487B59" w:rsidRDefault="00487B59" w:rsidP="00487B59">
      <w:pPr>
        <w:pStyle w:val="ListParagraph"/>
        <w:ind w:left="3600"/>
        <w:rPr>
          <w:sz w:val="22"/>
          <w:szCs w:val="22"/>
        </w:rPr>
      </w:pPr>
      <w:r>
        <w:rPr>
          <w:sz w:val="22"/>
          <w:szCs w:val="22"/>
        </w:rPr>
        <w:t>F: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F:</w:t>
      </w:r>
    </w:p>
    <w:p w14:paraId="730E2785" w14:textId="77777777" w:rsidR="00487B59" w:rsidRDefault="00487B59" w:rsidP="00487B59">
      <w:pPr>
        <w:pStyle w:val="ListParagraph"/>
        <w:ind w:left="1440"/>
        <w:rPr>
          <w:sz w:val="22"/>
          <w:szCs w:val="22"/>
        </w:rPr>
      </w:pPr>
    </w:p>
    <w:p w14:paraId="010F1434" w14:textId="77777777" w:rsidR="00487B59" w:rsidRDefault="00487B59" w:rsidP="00487B59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What is the limiting reactant if 45.0 grams of HF react with 100.0 grams of Sn?</w:t>
      </w:r>
    </w:p>
    <w:p w14:paraId="3A86BE2C" w14:textId="77777777" w:rsidR="00487B59" w:rsidRDefault="00487B59" w:rsidP="00487B59">
      <w:pPr>
        <w:rPr>
          <w:sz w:val="22"/>
          <w:szCs w:val="22"/>
        </w:rPr>
      </w:pPr>
    </w:p>
    <w:p w14:paraId="5E3A6910" w14:textId="77777777" w:rsidR="00487B59" w:rsidRDefault="00487B59" w:rsidP="00487B59">
      <w:pPr>
        <w:rPr>
          <w:sz w:val="22"/>
          <w:szCs w:val="22"/>
        </w:rPr>
      </w:pPr>
    </w:p>
    <w:p w14:paraId="01DD7045" w14:textId="77777777" w:rsidR="00487B59" w:rsidRDefault="00487B59" w:rsidP="00487B59">
      <w:pPr>
        <w:rPr>
          <w:sz w:val="22"/>
          <w:szCs w:val="22"/>
        </w:rPr>
      </w:pPr>
    </w:p>
    <w:p w14:paraId="2728B84C" w14:textId="77777777" w:rsidR="00487B59" w:rsidRDefault="00487B59" w:rsidP="00487B59">
      <w:pPr>
        <w:rPr>
          <w:sz w:val="22"/>
          <w:szCs w:val="22"/>
        </w:rPr>
      </w:pPr>
    </w:p>
    <w:p w14:paraId="6032FC0C" w14:textId="77777777" w:rsidR="00487B59" w:rsidRDefault="00487B59" w:rsidP="00487B59">
      <w:pPr>
        <w:rPr>
          <w:sz w:val="22"/>
          <w:szCs w:val="22"/>
        </w:rPr>
      </w:pPr>
    </w:p>
    <w:p w14:paraId="1EFC514C" w14:textId="77777777" w:rsidR="00487B59" w:rsidRDefault="00487B59" w:rsidP="00487B59">
      <w:pPr>
        <w:rPr>
          <w:sz w:val="22"/>
          <w:szCs w:val="22"/>
        </w:rPr>
      </w:pPr>
    </w:p>
    <w:p w14:paraId="50C78A87" w14:textId="77777777" w:rsidR="00487B59" w:rsidRPr="005233BF" w:rsidRDefault="00487B59" w:rsidP="00487B59">
      <w:pPr>
        <w:rPr>
          <w:sz w:val="22"/>
          <w:szCs w:val="22"/>
        </w:rPr>
      </w:pPr>
    </w:p>
    <w:p w14:paraId="121A468C" w14:textId="77777777" w:rsidR="00487B59" w:rsidRPr="006B57C7" w:rsidRDefault="00487B59" w:rsidP="00487B59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6B57C7">
        <w:rPr>
          <w:sz w:val="22"/>
          <w:szCs w:val="22"/>
        </w:rPr>
        <w:lastRenderedPageBreak/>
        <w:t>How many grams of the excess reactant will be left o</w:t>
      </w:r>
      <w:r>
        <w:rPr>
          <w:sz w:val="22"/>
          <w:szCs w:val="22"/>
        </w:rPr>
        <w:t>ver at the end of the reaction?</w:t>
      </w:r>
    </w:p>
    <w:p w14:paraId="151112BF" w14:textId="77777777" w:rsidR="00487B59" w:rsidRPr="00B03438" w:rsidRDefault="00487B59" w:rsidP="00487B59">
      <w:pPr>
        <w:ind w:left="1440"/>
        <w:rPr>
          <w:sz w:val="22"/>
          <w:szCs w:val="22"/>
        </w:rPr>
      </w:pPr>
    </w:p>
    <w:p w14:paraId="4B08F178" w14:textId="77777777" w:rsidR="00487B59" w:rsidRDefault="00487B59" w:rsidP="00487B59">
      <w:pPr>
        <w:rPr>
          <w:sz w:val="22"/>
          <w:szCs w:val="22"/>
        </w:rPr>
      </w:pPr>
    </w:p>
    <w:p w14:paraId="31245865" w14:textId="77777777" w:rsidR="00487B59" w:rsidRPr="006B57C7" w:rsidRDefault="00487B59" w:rsidP="00487B59">
      <w:pPr>
        <w:rPr>
          <w:sz w:val="22"/>
          <w:szCs w:val="22"/>
        </w:rPr>
      </w:pPr>
    </w:p>
    <w:p w14:paraId="5A5FDF53" w14:textId="77777777" w:rsidR="00487B59" w:rsidRDefault="00487B59" w:rsidP="00487B59">
      <w:pPr>
        <w:rPr>
          <w:i/>
          <w:sz w:val="22"/>
          <w:szCs w:val="22"/>
        </w:rPr>
      </w:pPr>
    </w:p>
    <w:p w14:paraId="2B075BAE" w14:textId="77777777" w:rsidR="00487B59" w:rsidRPr="00B03438" w:rsidRDefault="00487B59" w:rsidP="00487B59">
      <w:pPr>
        <w:rPr>
          <w:i/>
          <w:sz w:val="22"/>
          <w:szCs w:val="22"/>
        </w:rPr>
      </w:pPr>
    </w:p>
    <w:p w14:paraId="5454E499" w14:textId="77777777" w:rsidR="00487B59" w:rsidRDefault="00487B59" w:rsidP="00487B59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Using the limiting reactant that you identified in part b, determine the theoretical yield of SnF</w:t>
      </w:r>
      <w:r w:rsidRPr="00B03438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, the once common toothpaste ingredient, in grams.</w:t>
      </w:r>
    </w:p>
    <w:p w14:paraId="57D298DF" w14:textId="77777777" w:rsidR="00487B59" w:rsidRDefault="00487B59" w:rsidP="00487B59">
      <w:pPr>
        <w:pStyle w:val="ListParagraph"/>
        <w:ind w:left="1440"/>
        <w:rPr>
          <w:sz w:val="22"/>
          <w:szCs w:val="22"/>
        </w:rPr>
      </w:pPr>
    </w:p>
    <w:p w14:paraId="453F944E" w14:textId="77777777" w:rsidR="00487B59" w:rsidRDefault="00487B59" w:rsidP="00487B59">
      <w:pPr>
        <w:rPr>
          <w:sz w:val="22"/>
          <w:szCs w:val="22"/>
        </w:rPr>
      </w:pPr>
    </w:p>
    <w:p w14:paraId="33294064" w14:textId="77777777" w:rsidR="00487B59" w:rsidRDefault="00487B59" w:rsidP="00487B59">
      <w:pPr>
        <w:rPr>
          <w:sz w:val="22"/>
          <w:szCs w:val="22"/>
        </w:rPr>
      </w:pPr>
    </w:p>
    <w:p w14:paraId="5097FDD1" w14:textId="77777777" w:rsidR="00487B59" w:rsidRDefault="00487B59" w:rsidP="00487B59">
      <w:pPr>
        <w:rPr>
          <w:sz w:val="22"/>
          <w:szCs w:val="22"/>
        </w:rPr>
      </w:pPr>
    </w:p>
    <w:p w14:paraId="71F10B52" w14:textId="77777777" w:rsidR="00487B59" w:rsidRPr="000941A3" w:rsidRDefault="00487B59" w:rsidP="00487B59">
      <w:pPr>
        <w:rPr>
          <w:sz w:val="22"/>
          <w:szCs w:val="22"/>
        </w:rPr>
      </w:pPr>
    </w:p>
    <w:p w14:paraId="474C452B" w14:textId="77777777" w:rsidR="00487B59" w:rsidRDefault="00487B59" w:rsidP="00487B59">
      <w:pPr>
        <w:pStyle w:val="ListParagraph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In the lab, you produce 95 grams of SnF</w:t>
      </w:r>
      <w:r w:rsidRPr="00B03438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 What is your percent yield?</w:t>
      </w:r>
    </w:p>
    <w:p w14:paraId="5406708A" w14:textId="77777777" w:rsidR="00487B59" w:rsidRDefault="00487B59" w:rsidP="00487B59">
      <w:pPr>
        <w:rPr>
          <w:sz w:val="22"/>
          <w:szCs w:val="22"/>
        </w:rPr>
      </w:pPr>
    </w:p>
    <w:p w14:paraId="161849E2" w14:textId="77777777" w:rsidR="00487B59" w:rsidRDefault="00487B59" w:rsidP="00487B59">
      <w:pPr>
        <w:rPr>
          <w:sz w:val="22"/>
          <w:szCs w:val="22"/>
        </w:rPr>
      </w:pPr>
    </w:p>
    <w:p w14:paraId="3CD71E38" w14:textId="77777777" w:rsidR="00487B59" w:rsidRDefault="00487B59" w:rsidP="00487B59">
      <w:pPr>
        <w:rPr>
          <w:sz w:val="22"/>
          <w:szCs w:val="22"/>
        </w:rPr>
      </w:pPr>
    </w:p>
    <w:p w14:paraId="23AF3040" w14:textId="77777777" w:rsidR="00487B59" w:rsidRDefault="00487B59" w:rsidP="00487B59">
      <w:pPr>
        <w:rPr>
          <w:sz w:val="22"/>
          <w:szCs w:val="22"/>
        </w:rPr>
      </w:pPr>
    </w:p>
    <w:p w14:paraId="12DABBED" w14:textId="77777777" w:rsidR="00487B59" w:rsidRDefault="00487B59" w:rsidP="00487B59">
      <w:pPr>
        <w:rPr>
          <w:sz w:val="22"/>
          <w:szCs w:val="22"/>
        </w:rPr>
      </w:pPr>
    </w:p>
    <w:p w14:paraId="6C68412C" w14:textId="77777777" w:rsidR="00487B59" w:rsidRDefault="00487B59" w:rsidP="00487B59">
      <w:pPr>
        <w:rPr>
          <w:b/>
          <w:sz w:val="36"/>
          <w:szCs w:val="22"/>
          <w:u w:val="single"/>
        </w:rPr>
      </w:pPr>
    </w:p>
    <w:p w14:paraId="76991929" w14:textId="3BB6951D" w:rsidR="00487B59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If NH</w:t>
      </w:r>
      <w:r w:rsidRPr="00D52C79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reacts according to the following equation, how many grams of NO </w:t>
      </w:r>
      <w:r w:rsidR="00E51D91">
        <w:rPr>
          <w:sz w:val="22"/>
          <w:szCs w:val="22"/>
        </w:rPr>
        <w:t>will</w:t>
      </w:r>
      <w:r>
        <w:rPr>
          <w:sz w:val="22"/>
          <w:szCs w:val="22"/>
        </w:rPr>
        <w:t xml:space="preserve"> be produced from 10.0 grams of NH</w:t>
      </w:r>
      <w:r w:rsidRPr="00D52C79"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if the percent yield of NO is 80.0%?</w:t>
      </w:r>
    </w:p>
    <w:p w14:paraId="6A67348D" w14:textId="77777777" w:rsidR="00487B59" w:rsidRDefault="00487B59" w:rsidP="00487B59">
      <w:pPr>
        <w:pStyle w:val="ListParagraph"/>
        <w:rPr>
          <w:sz w:val="22"/>
          <w:szCs w:val="22"/>
        </w:rPr>
      </w:pPr>
    </w:p>
    <w:p w14:paraId="1457EC67" w14:textId="77777777" w:rsidR="00487B59" w:rsidRPr="00D52C79" w:rsidRDefault="00487B59" w:rsidP="00487B59">
      <w:pPr>
        <w:jc w:val="center"/>
        <w:rPr>
          <w:b/>
          <w:sz w:val="28"/>
          <w:szCs w:val="22"/>
        </w:rPr>
      </w:pPr>
      <w:r w:rsidRPr="00D52C79">
        <w:rPr>
          <w:b/>
          <w:sz w:val="28"/>
          <w:szCs w:val="22"/>
        </w:rPr>
        <w:t>_____NH</w:t>
      </w:r>
      <w:r w:rsidRPr="00D52C79">
        <w:rPr>
          <w:b/>
          <w:sz w:val="28"/>
          <w:szCs w:val="22"/>
          <w:vertAlign w:val="subscript"/>
        </w:rPr>
        <w:t>3</w:t>
      </w:r>
      <w:r w:rsidRPr="00D52C79">
        <w:rPr>
          <w:b/>
          <w:sz w:val="28"/>
          <w:szCs w:val="22"/>
        </w:rPr>
        <w:t xml:space="preserve"> + 5 O</w:t>
      </w:r>
      <w:r w:rsidRPr="00D52C79">
        <w:rPr>
          <w:b/>
          <w:sz w:val="28"/>
          <w:szCs w:val="22"/>
          <w:vertAlign w:val="subscript"/>
        </w:rPr>
        <w:t>2</w:t>
      </w:r>
      <w:r w:rsidRPr="00D52C79">
        <w:rPr>
          <w:b/>
          <w:sz w:val="28"/>
          <w:szCs w:val="22"/>
        </w:rPr>
        <w:t xml:space="preserve"> </w:t>
      </w:r>
      <w:r w:rsidRPr="00D52C79">
        <w:rPr>
          <w:b/>
          <w:sz w:val="28"/>
          <w:szCs w:val="22"/>
        </w:rPr>
        <w:sym w:font="Wingdings" w:char="F0E0"/>
      </w:r>
      <w:r w:rsidRPr="00D52C79">
        <w:rPr>
          <w:b/>
          <w:sz w:val="28"/>
          <w:szCs w:val="22"/>
        </w:rPr>
        <w:t xml:space="preserve"> _____NO + _____H</w:t>
      </w:r>
      <w:r w:rsidRPr="00D52C79">
        <w:rPr>
          <w:b/>
          <w:sz w:val="28"/>
          <w:szCs w:val="22"/>
          <w:vertAlign w:val="subscript"/>
        </w:rPr>
        <w:t>2</w:t>
      </w:r>
      <w:r w:rsidRPr="00D52C79">
        <w:rPr>
          <w:b/>
          <w:sz w:val="28"/>
          <w:szCs w:val="22"/>
        </w:rPr>
        <w:t>O</w:t>
      </w:r>
    </w:p>
    <w:p w14:paraId="0C14E378" w14:textId="77777777" w:rsidR="00487B59" w:rsidRDefault="00487B59" w:rsidP="00487B59">
      <w:pPr>
        <w:jc w:val="center"/>
        <w:rPr>
          <w:sz w:val="22"/>
          <w:szCs w:val="22"/>
        </w:rPr>
      </w:pPr>
    </w:p>
    <w:p w14:paraId="186720FA" w14:textId="77777777" w:rsidR="00487B59" w:rsidRDefault="00487B59" w:rsidP="00487B59">
      <w:pPr>
        <w:jc w:val="center"/>
        <w:rPr>
          <w:sz w:val="22"/>
          <w:szCs w:val="22"/>
        </w:rPr>
      </w:pPr>
    </w:p>
    <w:p w14:paraId="4768DB01" w14:textId="77777777" w:rsidR="00487B59" w:rsidRDefault="00487B59" w:rsidP="00487B59">
      <w:pPr>
        <w:jc w:val="center"/>
        <w:rPr>
          <w:sz w:val="22"/>
          <w:szCs w:val="22"/>
        </w:rPr>
      </w:pPr>
    </w:p>
    <w:p w14:paraId="1CA69A72" w14:textId="77777777" w:rsidR="00487B59" w:rsidRDefault="00487B59" w:rsidP="00487B59">
      <w:pPr>
        <w:jc w:val="center"/>
        <w:rPr>
          <w:sz w:val="22"/>
          <w:szCs w:val="22"/>
        </w:rPr>
      </w:pPr>
    </w:p>
    <w:p w14:paraId="3E7FBC2A" w14:textId="77777777" w:rsidR="00487B59" w:rsidRDefault="00487B59" w:rsidP="00487B59">
      <w:pPr>
        <w:rPr>
          <w:sz w:val="22"/>
          <w:szCs w:val="22"/>
        </w:rPr>
      </w:pPr>
    </w:p>
    <w:p w14:paraId="45626C4D" w14:textId="77777777" w:rsidR="00487B59" w:rsidRDefault="00487B59" w:rsidP="00487B59">
      <w:pPr>
        <w:rPr>
          <w:sz w:val="22"/>
          <w:szCs w:val="22"/>
        </w:rPr>
      </w:pPr>
    </w:p>
    <w:p w14:paraId="6BE1A607" w14:textId="77777777" w:rsidR="00487B59" w:rsidRDefault="00487B59" w:rsidP="00487B59">
      <w:pPr>
        <w:rPr>
          <w:sz w:val="22"/>
          <w:szCs w:val="22"/>
        </w:rPr>
      </w:pPr>
    </w:p>
    <w:p w14:paraId="4AAB5580" w14:textId="77777777" w:rsidR="00487B59" w:rsidRDefault="00487B59" w:rsidP="00487B59">
      <w:pPr>
        <w:rPr>
          <w:sz w:val="22"/>
          <w:szCs w:val="22"/>
        </w:rPr>
      </w:pPr>
    </w:p>
    <w:p w14:paraId="29FBEC30" w14:textId="77777777" w:rsidR="00487B59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Calculate the percent yield of Cl</w:t>
      </w:r>
      <w:r w:rsidRPr="005D598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in the decomposition of hydrogen chloride if 25.8g </w:t>
      </w:r>
      <w:proofErr w:type="spellStart"/>
      <w:r>
        <w:rPr>
          <w:sz w:val="22"/>
          <w:szCs w:val="22"/>
        </w:rPr>
        <w:t>HCl</w:t>
      </w:r>
      <w:proofErr w:type="spellEnd"/>
      <w:r>
        <w:rPr>
          <w:sz w:val="22"/>
          <w:szCs w:val="22"/>
        </w:rPr>
        <w:t xml:space="preserve"> produces 13.6g of Cl</w:t>
      </w:r>
      <w:r w:rsidRPr="005D598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</w:t>
      </w:r>
    </w:p>
    <w:p w14:paraId="40A0BB5D" w14:textId="77777777" w:rsidR="00487B59" w:rsidRDefault="00487B59" w:rsidP="00487B59">
      <w:pPr>
        <w:rPr>
          <w:sz w:val="22"/>
          <w:szCs w:val="22"/>
        </w:rPr>
      </w:pPr>
    </w:p>
    <w:p w14:paraId="7140B506" w14:textId="77777777" w:rsidR="00487B59" w:rsidRPr="00D52C79" w:rsidRDefault="00487B59" w:rsidP="00487B59">
      <w:pPr>
        <w:jc w:val="center"/>
        <w:rPr>
          <w:b/>
          <w:sz w:val="28"/>
          <w:szCs w:val="22"/>
        </w:rPr>
      </w:pPr>
      <w:r w:rsidRPr="00D52C79">
        <w:rPr>
          <w:b/>
          <w:sz w:val="28"/>
          <w:szCs w:val="22"/>
        </w:rPr>
        <w:t>_____</w:t>
      </w:r>
      <w:proofErr w:type="spellStart"/>
      <w:r>
        <w:rPr>
          <w:b/>
          <w:sz w:val="28"/>
          <w:szCs w:val="22"/>
        </w:rPr>
        <w:t>HCl</w:t>
      </w:r>
      <w:proofErr w:type="spellEnd"/>
      <w:r w:rsidRPr="00D52C79">
        <w:rPr>
          <w:b/>
          <w:sz w:val="28"/>
          <w:szCs w:val="22"/>
        </w:rPr>
        <w:t xml:space="preserve"> </w:t>
      </w:r>
      <w:r w:rsidRPr="00D52C79">
        <w:rPr>
          <w:b/>
          <w:sz w:val="28"/>
          <w:szCs w:val="22"/>
        </w:rPr>
        <w:sym w:font="Wingdings" w:char="F0E0"/>
      </w:r>
      <w:r w:rsidRPr="00D52C79">
        <w:rPr>
          <w:b/>
          <w:sz w:val="28"/>
          <w:szCs w:val="22"/>
        </w:rPr>
        <w:t xml:space="preserve"> _____</w:t>
      </w:r>
      <w:r>
        <w:rPr>
          <w:b/>
          <w:sz w:val="28"/>
          <w:szCs w:val="22"/>
        </w:rPr>
        <w:t>H</w:t>
      </w:r>
      <w:r w:rsidRPr="005D5986">
        <w:rPr>
          <w:b/>
          <w:sz w:val="28"/>
          <w:szCs w:val="22"/>
          <w:vertAlign w:val="subscript"/>
        </w:rPr>
        <w:t>2</w:t>
      </w:r>
      <w:r w:rsidRPr="00D52C79">
        <w:rPr>
          <w:b/>
          <w:sz w:val="28"/>
          <w:szCs w:val="22"/>
        </w:rPr>
        <w:t xml:space="preserve"> + _____</w:t>
      </w:r>
      <w:r>
        <w:rPr>
          <w:b/>
          <w:sz w:val="28"/>
          <w:szCs w:val="22"/>
        </w:rPr>
        <w:t>Cl</w:t>
      </w:r>
      <w:r w:rsidRPr="005D5986">
        <w:rPr>
          <w:b/>
          <w:sz w:val="28"/>
          <w:szCs w:val="22"/>
          <w:vertAlign w:val="subscript"/>
        </w:rPr>
        <w:t>2</w:t>
      </w:r>
    </w:p>
    <w:p w14:paraId="5A6DAA01" w14:textId="77777777" w:rsidR="00487B59" w:rsidRPr="005D5986" w:rsidRDefault="00487B59" w:rsidP="00487B59">
      <w:pPr>
        <w:jc w:val="center"/>
        <w:rPr>
          <w:sz w:val="22"/>
          <w:szCs w:val="22"/>
        </w:rPr>
      </w:pPr>
    </w:p>
    <w:p w14:paraId="3C1FC7E6" w14:textId="77777777" w:rsidR="00487B59" w:rsidRDefault="00487B59" w:rsidP="00487B59">
      <w:pPr>
        <w:rPr>
          <w:sz w:val="22"/>
          <w:szCs w:val="22"/>
        </w:rPr>
      </w:pPr>
    </w:p>
    <w:p w14:paraId="2A448CBC" w14:textId="77777777" w:rsidR="00487B59" w:rsidRDefault="00487B59" w:rsidP="00487B59">
      <w:pPr>
        <w:rPr>
          <w:sz w:val="22"/>
          <w:szCs w:val="22"/>
        </w:rPr>
      </w:pPr>
    </w:p>
    <w:p w14:paraId="22D7DB65" w14:textId="77777777" w:rsidR="00487B59" w:rsidRDefault="00487B59" w:rsidP="00487B59">
      <w:pPr>
        <w:rPr>
          <w:sz w:val="22"/>
          <w:szCs w:val="22"/>
        </w:rPr>
      </w:pPr>
    </w:p>
    <w:p w14:paraId="4E087607" w14:textId="77777777" w:rsidR="00487B59" w:rsidRDefault="00487B59" w:rsidP="00487B59">
      <w:pPr>
        <w:rPr>
          <w:sz w:val="22"/>
          <w:szCs w:val="22"/>
        </w:rPr>
      </w:pPr>
    </w:p>
    <w:p w14:paraId="35A4B732" w14:textId="77777777" w:rsidR="00487B59" w:rsidRDefault="00487B59" w:rsidP="00487B59">
      <w:pPr>
        <w:rPr>
          <w:sz w:val="22"/>
          <w:szCs w:val="22"/>
        </w:rPr>
      </w:pPr>
    </w:p>
    <w:p w14:paraId="0B14CC0A" w14:textId="77777777" w:rsidR="00487B59" w:rsidRDefault="00487B59" w:rsidP="00487B59">
      <w:pPr>
        <w:rPr>
          <w:sz w:val="22"/>
          <w:szCs w:val="22"/>
        </w:rPr>
      </w:pPr>
    </w:p>
    <w:p w14:paraId="37E44B10" w14:textId="77777777" w:rsidR="00487B59" w:rsidRDefault="00487B59" w:rsidP="00487B59">
      <w:pPr>
        <w:rPr>
          <w:sz w:val="22"/>
          <w:szCs w:val="22"/>
        </w:rPr>
      </w:pPr>
    </w:p>
    <w:p w14:paraId="4C207DD4" w14:textId="77777777" w:rsidR="00487B59" w:rsidRPr="005D5986" w:rsidRDefault="00487B59" w:rsidP="00487B59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Calculate the mass of water produced from the reaction of 24.0g of H</w:t>
      </w:r>
      <w:r w:rsidRPr="005D598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and 160.0g of O</w:t>
      </w:r>
      <w:r w:rsidRPr="005D5986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. What is the limiting reactant?</w:t>
      </w:r>
    </w:p>
    <w:p w14:paraId="1587FFC4" w14:textId="77777777" w:rsidR="00487B59" w:rsidRPr="005D5986" w:rsidRDefault="00487B59" w:rsidP="00487B59">
      <w:pPr>
        <w:ind w:left="360"/>
        <w:jc w:val="center"/>
        <w:rPr>
          <w:b/>
          <w:sz w:val="28"/>
          <w:szCs w:val="22"/>
        </w:rPr>
      </w:pPr>
      <w:r w:rsidRPr="005D5986">
        <w:rPr>
          <w:b/>
          <w:sz w:val="28"/>
          <w:szCs w:val="22"/>
        </w:rPr>
        <w:t>_____</w:t>
      </w:r>
      <w:r>
        <w:rPr>
          <w:b/>
          <w:sz w:val="28"/>
          <w:szCs w:val="22"/>
        </w:rPr>
        <w:t>H</w:t>
      </w:r>
      <w:r w:rsidRPr="005D5986">
        <w:rPr>
          <w:b/>
          <w:sz w:val="28"/>
          <w:szCs w:val="22"/>
          <w:vertAlign w:val="subscript"/>
        </w:rPr>
        <w:t>2</w:t>
      </w:r>
      <w:r>
        <w:rPr>
          <w:b/>
          <w:sz w:val="28"/>
          <w:szCs w:val="22"/>
        </w:rPr>
        <w:t xml:space="preserve"> +</w:t>
      </w:r>
      <w:r w:rsidRPr="005D5986">
        <w:rPr>
          <w:b/>
          <w:sz w:val="28"/>
          <w:szCs w:val="22"/>
        </w:rPr>
        <w:t xml:space="preserve"> _____</w:t>
      </w:r>
      <w:r>
        <w:rPr>
          <w:b/>
          <w:sz w:val="28"/>
          <w:szCs w:val="22"/>
        </w:rPr>
        <w:t>O</w:t>
      </w:r>
      <w:r w:rsidRPr="005D5986">
        <w:rPr>
          <w:b/>
          <w:sz w:val="28"/>
          <w:szCs w:val="22"/>
          <w:vertAlign w:val="subscript"/>
        </w:rPr>
        <w:t>2</w:t>
      </w:r>
      <w:r>
        <w:rPr>
          <w:b/>
          <w:sz w:val="28"/>
          <w:szCs w:val="22"/>
        </w:rPr>
        <w:t xml:space="preserve"> </w:t>
      </w:r>
      <w:r w:rsidRPr="005D5986">
        <w:rPr>
          <w:b/>
          <w:sz w:val="28"/>
          <w:szCs w:val="22"/>
        </w:rPr>
        <w:sym w:font="Wingdings" w:char="F0E0"/>
      </w:r>
      <w:r w:rsidRPr="005D5986">
        <w:rPr>
          <w:b/>
          <w:sz w:val="28"/>
          <w:szCs w:val="22"/>
        </w:rPr>
        <w:t xml:space="preserve"> _____</w:t>
      </w:r>
      <w:r>
        <w:rPr>
          <w:b/>
          <w:sz w:val="28"/>
          <w:szCs w:val="22"/>
        </w:rPr>
        <w:t>H</w:t>
      </w:r>
      <w:r w:rsidRPr="005D5986">
        <w:rPr>
          <w:b/>
          <w:sz w:val="28"/>
          <w:szCs w:val="22"/>
          <w:vertAlign w:val="subscript"/>
        </w:rPr>
        <w:t>2</w:t>
      </w:r>
      <w:r>
        <w:rPr>
          <w:b/>
          <w:sz w:val="28"/>
          <w:szCs w:val="22"/>
        </w:rPr>
        <w:t>O</w:t>
      </w:r>
    </w:p>
    <w:p w14:paraId="1D6BBC33" w14:textId="77777777" w:rsidR="00487B59" w:rsidRDefault="00487B59" w:rsidP="00487B59">
      <w:pPr>
        <w:rPr>
          <w:sz w:val="22"/>
          <w:szCs w:val="22"/>
        </w:rPr>
      </w:pPr>
    </w:p>
    <w:p w14:paraId="491FBAA2" w14:textId="77777777" w:rsidR="00487B59" w:rsidRDefault="00487B59" w:rsidP="00487B59">
      <w:pPr>
        <w:rPr>
          <w:sz w:val="22"/>
          <w:szCs w:val="22"/>
        </w:rPr>
      </w:pPr>
    </w:p>
    <w:p w14:paraId="6147A4FA" w14:textId="77777777" w:rsidR="00487B59" w:rsidRDefault="00487B59" w:rsidP="00487B59">
      <w:pPr>
        <w:spacing w:line="276" w:lineRule="auto"/>
      </w:pPr>
    </w:p>
    <w:sectPr w:rsidR="00487B59" w:rsidSect="00487B59">
      <w:type w:val="continuous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372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670B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03F27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817F2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31D60"/>
    <w:multiLevelType w:val="hybridMultilevel"/>
    <w:tmpl w:val="95DEFBBC"/>
    <w:lvl w:ilvl="0" w:tplc="498AB5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7B2E2A1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A381B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E62647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F4B35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B3C05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C159A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636A7"/>
    <w:multiLevelType w:val="hybridMultilevel"/>
    <w:tmpl w:val="637AD356"/>
    <w:lvl w:ilvl="0" w:tplc="7B2E2A1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15CDA"/>
    <w:multiLevelType w:val="hybridMultilevel"/>
    <w:tmpl w:val="B8BC9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805E3"/>
    <w:multiLevelType w:val="hybridMultilevel"/>
    <w:tmpl w:val="B3FE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5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59"/>
    <w:rsid w:val="00010730"/>
    <w:rsid w:val="000D43CA"/>
    <w:rsid w:val="000F12BF"/>
    <w:rsid w:val="00357FC0"/>
    <w:rsid w:val="00411592"/>
    <w:rsid w:val="00487B59"/>
    <w:rsid w:val="004D1C1C"/>
    <w:rsid w:val="00570777"/>
    <w:rsid w:val="009F0E4D"/>
    <w:rsid w:val="00BA08F8"/>
    <w:rsid w:val="00E51D91"/>
    <w:rsid w:val="00FA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0D153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B59"/>
    <w:pPr>
      <w:ind w:left="720"/>
      <w:contextualSpacing/>
    </w:pPr>
  </w:style>
  <w:style w:type="table" w:styleId="TableGrid">
    <w:name w:val="Table Grid"/>
    <w:basedOn w:val="TableNormal"/>
    <w:uiPriority w:val="39"/>
    <w:rsid w:val="00487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/Library/Group%20Containers/UBF8T346G9.Office/User%20Content.localized/Templates.localized/Teach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Teacher.dotx</Template>
  <TotalTime>0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cp:lastPrinted>2017-04-21T12:01:00Z</cp:lastPrinted>
  <dcterms:created xsi:type="dcterms:W3CDTF">2018-05-07T21:14:00Z</dcterms:created>
  <dcterms:modified xsi:type="dcterms:W3CDTF">2018-05-07T21:14:00Z</dcterms:modified>
</cp:coreProperties>
</file>